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b/>
          <w:bCs/>
          <w:color w:val="72ADA5"/>
          <w:sz w:val="20"/>
          <w:szCs w:val="22"/>
        </w:rPr>
      </w:pPr>
      <w:r>
        <mc:AlternateContent>
          <mc:Choice Requires="wpg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720725</wp:posOffset>
                </wp:positionV>
                <wp:extent cx="966470" cy="1283970"/>
                <wp:effectExtent l="0" t="0" r="5080" b="11430"/>
                <wp:wrapNone/>
                <wp:docPr id="79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6470" cy="1283970"/>
                          <a:chOff x="10301" y="7004"/>
                          <a:chExt cx="1534" cy="2035"/>
                        </a:xfrm>
                        <a:solidFill>
                          <a:srgbClr val="746244"/>
                        </a:solidFill>
                      </wpg:grpSpPr>
                      <wps:wsp>
                        <wps:cNvPr id="80" name="Freeform 151"/>
                        <wps:cNvSpPr/>
                        <wps:spPr>
                          <a:xfrm>
                            <a:off x="10586" y="7639"/>
                            <a:ext cx="1146" cy="14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663902" y="0"/>
                              </a:cxn>
                              <a:cxn ang="0">
                                <a:pos x="37509" y="0"/>
                              </a:cxn>
                              <a:cxn ang="0">
                                <a:pos x="0" y="37552"/>
                              </a:cxn>
                              <a:cxn ang="0">
                                <a:pos x="37509" y="75103"/>
                              </a:cxn>
                              <a:cxn ang="0">
                                <a:pos x="37509" y="75103"/>
                              </a:cxn>
                              <a:cxn ang="0">
                                <a:pos x="626393" y="75103"/>
                              </a:cxn>
                              <a:cxn ang="0">
                                <a:pos x="693909" y="131431"/>
                              </a:cxn>
                              <a:cxn ang="0">
                                <a:pos x="693909" y="803606"/>
                              </a:cxn>
                              <a:cxn ang="0">
                                <a:pos x="626393" y="863689"/>
                              </a:cxn>
                              <a:cxn ang="0">
                                <a:pos x="551376" y="863689"/>
                              </a:cxn>
                              <a:cxn ang="0">
                                <a:pos x="551376" y="863689"/>
                              </a:cxn>
                              <a:cxn ang="0">
                                <a:pos x="517618" y="897485"/>
                              </a:cxn>
                              <a:cxn ang="0">
                                <a:pos x="551376" y="935037"/>
                              </a:cxn>
                              <a:cxn ang="0">
                                <a:pos x="551376" y="935037"/>
                              </a:cxn>
                              <a:cxn ang="0">
                                <a:pos x="626393" y="935037"/>
                              </a:cxn>
                              <a:cxn ang="0">
                                <a:pos x="765175" y="803606"/>
                              </a:cxn>
                              <a:cxn ang="0">
                                <a:pos x="765175" y="131431"/>
                              </a:cxn>
                              <a:cxn ang="0">
                                <a:pos x="663902" y="0"/>
                              </a:cxn>
                            </a:cxnLst>
                            <a:rect l="0" t="0" r="0" b="0"/>
                            <a:pathLst>
                              <a:path w="204" h="249">
                                <a:moveTo>
                                  <a:pt x="177" y="0"/>
                                </a:moveTo>
                                <a:cubicBezTo>
                                  <a:pt x="10" y="0"/>
                                  <a:pt x="10" y="0"/>
                                  <a:pt x="10" y="0"/>
                                </a:cubicBezTo>
                                <a:cubicBezTo>
                                  <a:pt x="5" y="0"/>
                                  <a:pt x="0" y="5"/>
                                  <a:pt x="0" y="10"/>
                                </a:cubicBezTo>
                                <a:cubicBezTo>
                                  <a:pt x="0" y="15"/>
                                  <a:pt x="5" y="20"/>
                                  <a:pt x="10" y="20"/>
                                </a:cubicBezTo>
                                <a:cubicBezTo>
                                  <a:pt x="10" y="20"/>
                                  <a:pt x="10" y="20"/>
                                  <a:pt x="10" y="20"/>
                                </a:cubicBezTo>
                                <a:cubicBezTo>
                                  <a:pt x="167" y="20"/>
                                  <a:pt x="167" y="20"/>
                                  <a:pt x="167" y="20"/>
                                </a:cubicBezTo>
                                <a:cubicBezTo>
                                  <a:pt x="177" y="20"/>
                                  <a:pt x="185" y="23"/>
                                  <a:pt x="185" y="35"/>
                                </a:cubicBezTo>
                                <a:cubicBezTo>
                                  <a:pt x="185" y="214"/>
                                  <a:pt x="185" y="214"/>
                                  <a:pt x="185" y="214"/>
                                </a:cubicBezTo>
                                <a:cubicBezTo>
                                  <a:pt x="185" y="226"/>
                                  <a:pt x="177" y="230"/>
                                  <a:pt x="167" y="230"/>
                                </a:cubicBezTo>
                                <a:cubicBezTo>
                                  <a:pt x="147" y="230"/>
                                  <a:pt x="147" y="230"/>
                                  <a:pt x="147" y="230"/>
                                </a:cubicBezTo>
                                <a:cubicBezTo>
                                  <a:pt x="147" y="230"/>
                                  <a:pt x="147" y="230"/>
                                  <a:pt x="147" y="230"/>
                                </a:cubicBezTo>
                                <a:cubicBezTo>
                                  <a:pt x="142" y="230"/>
                                  <a:pt x="138" y="234"/>
                                  <a:pt x="138" y="239"/>
                                </a:cubicBezTo>
                                <a:cubicBezTo>
                                  <a:pt x="138" y="245"/>
                                  <a:pt x="142" y="249"/>
                                  <a:pt x="147" y="249"/>
                                </a:cubicBezTo>
                                <a:cubicBezTo>
                                  <a:pt x="147" y="249"/>
                                  <a:pt x="147" y="249"/>
                                  <a:pt x="147" y="249"/>
                                </a:cubicBezTo>
                                <a:cubicBezTo>
                                  <a:pt x="167" y="249"/>
                                  <a:pt x="167" y="249"/>
                                  <a:pt x="167" y="249"/>
                                </a:cubicBezTo>
                                <a:cubicBezTo>
                                  <a:pt x="188" y="249"/>
                                  <a:pt x="204" y="241"/>
                                  <a:pt x="204" y="214"/>
                                </a:cubicBezTo>
                                <a:cubicBezTo>
                                  <a:pt x="204" y="35"/>
                                  <a:pt x="204" y="35"/>
                                  <a:pt x="204" y="35"/>
                                </a:cubicBezTo>
                                <a:cubicBezTo>
                                  <a:pt x="204" y="8"/>
                                  <a:pt x="188" y="0"/>
                                  <a:pt x="177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1" name="Freeform 152"/>
                        <wps:cNvSpPr/>
                        <wps:spPr>
                          <a:xfrm>
                            <a:off x="10627" y="7910"/>
                            <a:ext cx="859" cy="89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573088" y="490477"/>
                              </a:cxn>
                              <a:cxn ang="0">
                                <a:pos x="573088" y="101091"/>
                              </a:cxn>
                              <a:cxn ang="0">
                                <a:pos x="453226" y="0"/>
                              </a:cxn>
                              <a:cxn ang="0">
                                <a:pos x="119862" y="0"/>
                              </a:cxn>
                              <a:cxn ang="0">
                                <a:pos x="0" y="101091"/>
                              </a:cxn>
                              <a:cxn ang="0">
                                <a:pos x="0" y="490477"/>
                              </a:cxn>
                              <a:cxn ang="0">
                                <a:pos x="119862" y="595312"/>
                              </a:cxn>
                              <a:cxn ang="0">
                                <a:pos x="453226" y="595312"/>
                              </a:cxn>
                              <a:cxn ang="0">
                                <a:pos x="573088" y="490477"/>
                              </a:cxn>
                              <a:cxn ang="0">
                                <a:pos x="498175" y="490477"/>
                              </a:cxn>
                              <a:cxn ang="0">
                                <a:pos x="453226" y="520430"/>
                              </a:cxn>
                              <a:cxn ang="0">
                                <a:pos x="119862" y="520430"/>
                              </a:cxn>
                              <a:cxn ang="0">
                                <a:pos x="74913" y="490477"/>
                              </a:cxn>
                              <a:cxn ang="0">
                                <a:pos x="74913" y="340713"/>
                              </a:cxn>
                              <a:cxn ang="0">
                                <a:pos x="498175" y="340713"/>
                              </a:cxn>
                              <a:cxn ang="0">
                                <a:pos x="498175" y="490477"/>
                              </a:cxn>
                              <a:cxn ang="0">
                                <a:pos x="498175" y="269575"/>
                              </a:cxn>
                              <a:cxn ang="0">
                                <a:pos x="74913" y="269575"/>
                              </a:cxn>
                              <a:cxn ang="0">
                                <a:pos x="74913" y="101091"/>
                              </a:cxn>
                              <a:cxn ang="0">
                                <a:pos x="119862" y="74882"/>
                              </a:cxn>
                              <a:cxn ang="0">
                                <a:pos x="453226" y="74882"/>
                              </a:cxn>
                              <a:cxn ang="0">
                                <a:pos x="498175" y="101091"/>
                              </a:cxn>
                              <a:cxn ang="0">
                                <a:pos x="498175" y="269575"/>
                              </a:cxn>
                            </a:cxnLst>
                            <a:rect l="0" t="0" r="0" b="0"/>
                            <a:pathLst>
                              <a:path w="153" h="159">
                                <a:moveTo>
                                  <a:pt x="153" y="131"/>
                                </a:moveTo>
                                <a:cubicBezTo>
                                  <a:pt x="153" y="27"/>
                                  <a:pt x="153" y="27"/>
                                  <a:pt x="153" y="27"/>
                                </a:cubicBezTo>
                                <a:cubicBezTo>
                                  <a:pt x="153" y="3"/>
                                  <a:pt x="139" y="0"/>
                                  <a:pt x="121" y="0"/>
                                </a:cubicBezTo>
                                <a:cubicBezTo>
                                  <a:pt x="32" y="0"/>
                                  <a:pt x="32" y="0"/>
                                  <a:pt x="32" y="0"/>
                                </a:cubicBezTo>
                                <a:cubicBezTo>
                                  <a:pt x="14" y="0"/>
                                  <a:pt x="0" y="3"/>
                                  <a:pt x="0" y="27"/>
                                </a:cubicBezTo>
                                <a:cubicBezTo>
                                  <a:pt x="0" y="131"/>
                                  <a:pt x="0" y="131"/>
                                  <a:pt x="0" y="131"/>
                                </a:cubicBezTo>
                                <a:cubicBezTo>
                                  <a:pt x="0" y="155"/>
                                  <a:pt x="14" y="159"/>
                                  <a:pt x="32" y="159"/>
                                </a:cubicBezTo>
                                <a:cubicBezTo>
                                  <a:pt x="121" y="159"/>
                                  <a:pt x="121" y="159"/>
                                  <a:pt x="121" y="159"/>
                                </a:cubicBezTo>
                                <a:cubicBezTo>
                                  <a:pt x="139" y="159"/>
                                  <a:pt x="153" y="155"/>
                                  <a:pt x="153" y="131"/>
                                </a:cubicBezTo>
                                <a:close/>
                                <a:moveTo>
                                  <a:pt x="133" y="131"/>
                                </a:moveTo>
                                <a:cubicBezTo>
                                  <a:pt x="133" y="138"/>
                                  <a:pt x="128" y="139"/>
                                  <a:pt x="121" y="139"/>
                                </a:cubicBezTo>
                                <a:cubicBezTo>
                                  <a:pt x="32" y="139"/>
                                  <a:pt x="32" y="139"/>
                                  <a:pt x="32" y="139"/>
                                </a:cubicBezTo>
                                <a:cubicBezTo>
                                  <a:pt x="25" y="139"/>
                                  <a:pt x="20" y="138"/>
                                  <a:pt x="20" y="131"/>
                                </a:cubicBezTo>
                                <a:cubicBezTo>
                                  <a:pt x="20" y="91"/>
                                  <a:pt x="20" y="91"/>
                                  <a:pt x="20" y="91"/>
                                </a:cubicBezTo>
                                <a:cubicBezTo>
                                  <a:pt x="133" y="91"/>
                                  <a:pt x="133" y="91"/>
                                  <a:pt x="133" y="91"/>
                                </a:cubicBezTo>
                                <a:lnTo>
                                  <a:pt x="133" y="131"/>
                                </a:lnTo>
                                <a:close/>
                                <a:moveTo>
                                  <a:pt x="133" y="72"/>
                                </a:moveTo>
                                <a:cubicBezTo>
                                  <a:pt x="20" y="72"/>
                                  <a:pt x="20" y="72"/>
                                  <a:pt x="20" y="72"/>
                                </a:cubicBezTo>
                                <a:cubicBezTo>
                                  <a:pt x="20" y="27"/>
                                  <a:pt x="20" y="27"/>
                                  <a:pt x="20" y="27"/>
                                </a:cubicBezTo>
                                <a:cubicBezTo>
                                  <a:pt x="20" y="20"/>
                                  <a:pt x="25" y="20"/>
                                  <a:pt x="32" y="20"/>
                                </a:cubicBezTo>
                                <a:cubicBezTo>
                                  <a:pt x="121" y="20"/>
                                  <a:pt x="121" y="20"/>
                                  <a:pt x="121" y="20"/>
                                </a:cubicBezTo>
                                <a:cubicBezTo>
                                  <a:pt x="128" y="20"/>
                                  <a:pt x="133" y="20"/>
                                  <a:pt x="133" y="27"/>
                                </a:cubicBezTo>
                                <a:lnTo>
                                  <a:pt x="133" y="7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2" name="Freeform 154"/>
                        <wps:cNvSpPr/>
                        <wps:spPr>
                          <a:xfrm>
                            <a:off x="10301" y="7004"/>
                            <a:ext cx="751" cy="55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43338" y="334477"/>
                              </a:cxn>
                              <a:cxn ang="0">
                                <a:pos x="243338" y="334477"/>
                              </a:cxn>
                              <a:cxn ang="0">
                                <a:pos x="243338" y="210457"/>
                              </a:cxn>
                              <a:cxn ang="0">
                                <a:pos x="467957" y="210457"/>
                              </a:cxn>
                              <a:cxn ang="0">
                                <a:pos x="467957" y="210457"/>
                              </a:cxn>
                              <a:cxn ang="0">
                                <a:pos x="467957" y="210457"/>
                              </a:cxn>
                              <a:cxn ang="0">
                                <a:pos x="501650" y="172876"/>
                              </a:cxn>
                              <a:cxn ang="0">
                                <a:pos x="467957" y="139052"/>
                              </a:cxn>
                              <a:cxn ang="0">
                                <a:pos x="467957" y="139052"/>
                              </a:cxn>
                              <a:cxn ang="0">
                                <a:pos x="116053" y="139052"/>
                              </a:cxn>
                              <a:cxn ang="0">
                                <a:pos x="153490" y="48856"/>
                              </a:cxn>
                              <a:cxn ang="0">
                                <a:pos x="153490" y="48856"/>
                              </a:cxn>
                              <a:cxn ang="0">
                                <a:pos x="153490" y="33823"/>
                              </a:cxn>
                              <a:cxn ang="0">
                                <a:pos x="116053" y="0"/>
                              </a:cxn>
                              <a:cxn ang="0">
                                <a:pos x="82360" y="22549"/>
                              </a:cxn>
                              <a:cxn ang="0">
                                <a:pos x="0" y="210457"/>
                              </a:cxn>
                              <a:cxn ang="0">
                                <a:pos x="172208" y="210457"/>
                              </a:cxn>
                              <a:cxn ang="0">
                                <a:pos x="172208" y="330718"/>
                              </a:cxn>
                              <a:cxn ang="0">
                                <a:pos x="172208" y="334477"/>
                              </a:cxn>
                              <a:cxn ang="0">
                                <a:pos x="205901" y="368300"/>
                              </a:cxn>
                              <a:cxn ang="0">
                                <a:pos x="243338" y="334477"/>
                              </a:cxn>
                            </a:cxnLst>
                            <a:rect l="0" t="0" r="0" b="0"/>
                            <a:pathLst>
                              <a:path w="134" h="98">
                                <a:moveTo>
                                  <a:pt x="65" y="89"/>
                                </a:moveTo>
                                <a:cubicBezTo>
                                  <a:pt x="65" y="89"/>
                                  <a:pt x="65" y="89"/>
                                  <a:pt x="65" y="89"/>
                                </a:cubicBezTo>
                                <a:cubicBezTo>
                                  <a:pt x="65" y="56"/>
                                  <a:pt x="65" y="56"/>
                                  <a:pt x="65" y="56"/>
                                </a:cubicBezTo>
                                <a:cubicBezTo>
                                  <a:pt x="125" y="56"/>
                                  <a:pt x="125" y="56"/>
                                  <a:pt x="125" y="56"/>
                                </a:cubicBezTo>
                                <a:cubicBezTo>
                                  <a:pt x="125" y="56"/>
                                  <a:pt x="125" y="56"/>
                                  <a:pt x="125" y="56"/>
                                </a:cubicBezTo>
                                <a:cubicBezTo>
                                  <a:pt x="125" y="56"/>
                                  <a:pt x="125" y="56"/>
                                  <a:pt x="125" y="56"/>
                                </a:cubicBezTo>
                                <a:cubicBezTo>
                                  <a:pt x="130" y="56"/>
                                  <a:pt x="134" y="52"/>
                                  <a:pt x="134" y="46"/>
                                </a:cubicBezTo>
                                <a:cubicBezTo>
                                  <a:pt x="134" y="41"/>
                                  <a:pt x="130" y="37"/>
                                  <a:pt x="125" y="37"/>
                                </a:cubicBezTo>
                                <a:cubicBezTo>
                                  <a:pt x="125" y="37"/>
                                  <a:pt x="125" y="37"/>
                                  <a:pt x="125" y="37"/>
                                </a:cubicBezTo>
                                <a:cubicBezTo>
                                  <a:pt x="31" y="37"/>
                                  <a:pt x="31" y="37"/>
                                  <a:pt x="31" y="37"/>
                                </a:cubicBezTo>
                                <a:cubicBezTo>
                                  <a:pt x="41" y="13"/>
                                  <a:pt x="41" y="13"/>
                                  <a:pt x="41" y="13"/>
                                </a:cubicBezTo>
                                <a:cubicBezTo>
                                  <a:pt x="41" y="13"/>
                                  <a:pt x="41" y="13"/>
                                  <a:pt x="41" y="13"/>
                                </a:cubicBezTo>
                                <a:cubicBezTo>
                                  <a:pt x="41" y="12"/>
                                  <a:pt x="41" y="11"/>
                                  <a:pt x="41" y="9"/>
                                </a:cubicBezTo>
                                <a:cubicBezTo>
                                  <a:pt x="41" y="4"/>
                                  <a:pt x="37" y="0"/>
                                  <a:pt x="31" y="0"/>
                                </a:cubicBezTo>
                                <a:cubicBezTo>
                                  <a:pt x="27" y="0"/>
                                  <a:pt x="24" y="2"/>
                                  <a:pt x="22" y="6"/>
                                </a:cubicBezTo>
                                <a:cubicBezTo>
                                  <a:pt x="0" y="56"/>
                                  <a:pt x="0" y="56"/>
                                  <a:pt x="0" y="56"/>
                                </a:cubicBezTo>
                                <a:cubicBezTo>
                                  <a:pt x="46" y="56"/>
                                  <a:pt x="46" y="56"/>
                                  <a:pt x="46" y="56"/>
                                </a:cubicBezTo>
                                <a:cubicBezTo>
                                  <a:pt x="46" y="88"/>
                                  <a:pt x="46" y="88"/>
                                  <a:pt x="46" y="88"/>
                                </a:cubicBezTo>
                                <a:cubicBezTo>
                                  <a:pt x="46" y="88"/>
                                  <a:pt x="46" y="88"/>
                                  <a:pt x="46" y="89"/>
                                </a:cubicBezTo>
                                <a:cubicBezTo>
                                  <a:pt x="46" y="94"/>
                                  <a:pt x="50" y="98"/>
                                  <a:pt x="55" y="98"/>
                                </a:cubicBezTo>
                                <a:cubicBezTo>
                                  <a:pt x="61" y="98"/>
                                  <a:pt x="65" y="94"/>
                                  <a:pt x="65" y="89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3" name="Freeform 156"/>
                        <wps:cNvSpPr/>
                        <wps:spPr>
                          <a:xfrm>
                            <a:off x="10367" y="7910"/>
                            <a:ext cx="107" cy="112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37599" y="0"/>
                              </a:cxn>
                              <a:cxn ang="0">
                                <a:pos x="0" y="33764"/>
                              </a:cxn>
                              <a:cxn ang="0">
                                <a:pos x="0" y="716546"/>
                              </a:cxn>
                              <a:cxn ang="0">
                                <a:pos x="0" y="716546"/>
                              </a:cxn>
                              <a:cxn ang="0">
                                <a:pos x="37599" y="754062"/>
                              </a:cxn>
                              <a:cxn ang="0">
                                <a:pos x="71438" y="716546"/>
                              </a:cxn>
                              <a:cxn ang="0">
                                <a:pos x="71438" y="716546"/>
                              </a:cxn>
                              <a:cxn ang="0">
                                <a:pos x="71438" y="33764"/>
                              </a:cxn>
                              <a:cxn ang="0">
                                <a:pos x="37599" y="0"/>
                              </a:cxn>
                            </a:cxnLst>
                            <a:rect l="0" t="0" r="0" b="0"/>
                            <a:pathLst>
                              <a:path w="19" h="201">
                                <a:moveTo>
                                  <a:pt x="10" y="0"/>
                                </a:moveTo>
                                <a:cubicBezTo>
                                  <a:pt x="4" y="0"/>
                                  <a:pt x="0" y="4"/>
                                  <a:pt x="0" y="9"/>
                                </a:cubicBezTo>
                                <a:cubicBezTo>
                                  <a:pt x="0" y="191"/>
                                  <a:pt x="0" y="191"/>
                                  <a:pt x="0" y="191"/>
                                </a:cubicBezTo>
                                <a:cubicBezTo>
                                  <a:pt x="0" y="191"/>
                                  <a:pt x="0" y="191"/>
                                  <a:pt x="0" y="191"/>
                                </a:cubicBezTo>
                                <a:cubicBezTo>
                                  <a:pt x="0" y="197"/>
                                  <a:pt x="4" y="201"/>
                                  <a:pt x="10" y="201"/>
                                </a:cubicBezTo>
                                <a:cubicBezTo>
                                  <a:pt x="15" y="201"/>
                                  <a:pt x="19" y="197"/>
                                  <a:pt x="19" y="191"/>
                                </a:cubicBezTo>
                                <a:cubicBezTo>
                                  <a:pt x="19" y="191"/>
                                  <a:pt x="19" y="191"/>
                                  <a:pt x="19" y="191"/>
                                </a:cubicBezTo>
                                <a:cubicBezTo>
                                  <a:pt x="19" y="9"/>
                                  <a:pt x="19" y="9"/>
                                  <a:pt x="19" y="9"/>
                                </a:cubicBezTo>
                                <a:cubicBezTo>
                                  <a:pt x="19" y="4"/>
                                  <a:pt x="15" y="0"/>
                                  <a:pt x="1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4" name="Freeform 155"/>
                        <wps:cNvSpPr/>
                        <wps:spPr>
                          <a:xfrm>
                            <a:off x="11109" y="7004"/>
                            <a:ext cx="726" cy="55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46654" y="138834"/>
                              </a:cxn>
                              <a:cxn ang="0">
                                <a:pos x="446654" y="138834"/>
                              </a:cxn>
                              <a:cxn ang="0">
                                <a:pos x="116355" y="138834"/>
                              </a:cxn>
                              <a:cxn ang="0">
                                <a:pos x="153889" y="48780"/>
                              </a:cxn>
                              <a:cxn ang="0">
                                <a:pos x="153889" y="48780"/>
                              </a:cxn>
                              <a:cxn ang="0">
                                <a:pos x="157643" y="33770"/>
                              </a:cxn>
                              <a:cxn ang="0">
                                <a:pos x="120109" y="0"/>
                              </a:cxn>
                              <a:cxn ang="0">
                                <a:pos x="82575" y="22514"/>
                              </a:cxn>
                              <a:cxn ang="0">
                                <a:pos x="0" y="210127"/>
                              </a:cxn>
                              <a:cxn ang="0">
                                <a:pos x="161396" y="210127"/>
                              </a:cxn>
                              <a:cxn ang="0">
                                <a:pos x="161396" y="333952"/>
                              </a:cxn>
                              <a:cxn ang="0">
                                <a:pos x="161396" y="333952"/>
                              </a:cxn>
                              <a:cxn ang="0">
                                <a:pos x="161396" y="333952"/>
                              </a:cxn>
                              <a:cxn ang="0">
                                <a:pos x="198930" y="371475"/>
                              </a:cxn>
                              <a:cxn ang="0">
                                <a:pos x="232711" y="333952"/>
                              </a:cxn>
                              <a:cxn ang="0">
                                <a:pos x="232711" y="333952"/>
                              </a:cxn>
                              <a:cxn ang="0">
                                <a:pos x="232711" y="333952"/>
                              </a:cxn>
                              <a:cxn ang="0">
                                <a:pos x="232711" y="210127"/>
                              </a:cxn>
                              <a:cxn ang="0">
                                <a:pos x="446654" y="210127"/>
                              </a:cxn>
                              <a:cxn ang="0">
                                <a:pos x="446654" y="210127"/>
                              </a:cxn>
                              <a:cxn ang="0">
                                <a:pos x="446654" y="210127"/>
                              </a:cxn>
                              <a:cxn ang="0">
                                <a:pos x="484188" y="172605"/>
                              </a:cxn>
                              <a:cxn ang="0">
                                <a:pos x="446654" y="138834"/>
                              </a:cxn>
                            </a:cxnLst>
                            <a:rect l="0" t="0" r="0" b="0"/>
                            <a:pathLst>
                              <a:path w="129" h="99">
                                <a:moveTo>
                                  <a:pt x="119" y="37"/>
                                </a:moveTo>
                                <a:cubicBezTo>
                                  <a:pt x="119" y="37"/>
                                  <a:pt x="119" y="37"/>
                                  <a:pt x="119" y="37"/>
                                </a:cubicBezTo>
                                <a:cubicBezTo>
                                  <a:pt x="31" y="37"/>
                                  <a:pt x="31" y="37"/>
                                  <a:pt x="31" y="37"/>
                                </a:cubicBezTo>
                                <a:cubicBezTo>
                                  <a:pt x="41" y="13"/>
                                  <a:pt x="41" y="13"/>
                                  <a:pt x="41" y="13"/>
                                </a:cubicBezTo>
                                <a:cubicBezTo>
                                  <a:pt x="41" y="13"/>
                                  <a:pt x="41" y="13"/>
                                  <a:pt x="41" y="13"/>
                                </a:cubicBezTo>
                                <a:cubicBezTo>
                                  <a:pt x="41" y="12"/>
                                  <a:pt x="42" y="11"/>
                                  <a:pt x="42" y="9"/>
                                </a:cubicBezTo>
                                <a:cubicBezTo>
                                  <a:pt x="42" y="4"/>
                                  <a:pt x="37" y="0"/>
                                  <a:pt x="32" y="0"/>
                                </a:cubicBezTo>
                                <a:cubicBezTo>
                                  <a:pt x="27" y="0"/>
                                  <a:pt x="24" y="2"/>
                                  <a:pt x="22" y="6"/>
                                </a:cubicBezTo>
                                <a:cubicBezTo>
                                  <a:pt x="0" y="56"/>
                                  <a:pt x="0" y="56"/>
                                  <a:pt x="0" y="56"/>
                                </a:cubicBezTo>
                                <a:cubicBezTo>
                                  <a:pt x="43" y="56"/>
                                  <a:pt x="43" y="56"/>
                                  <a:pt x="43" y="56"/>
                                </a:cubicBezTo>
                                <a:cubicBezTo>
                                  <a:pt x="43" y="89"/>
                                  <a:pt x="43" y="89"/>
                                  <a:pt x="43" y="89"/>
                                </a:cubicBezTo>
                                <a:cubicBezTo>
                                  <a:pt x="43" y="89"/>
                                  <a:pt x="43" y="89"/>
                                  <a:pt x="43" y="89"/>
                                </a:cubicBezTo>
                                <a:cubicBezTo>
                                  <a:pt x="43" y="89"/>
                                  <a:pt x="43" y="89"/>
                                  <a:pt x="43" y="89"/>
                                </a:cubicBezTo>
                                <a:cubicBezTo>
                                  <a:pt x="43" y="94"/>
                                  <a:pt x="47" y="99"/>
                                  <a:pt x="53" y="99"/>
                                </a:cubicBezTo>
                                <a:cubicBezTo>
                                  <a:pt x="58" y="99"/>
                                  <a:pt x="62" y="94"/>
                                  <a:pt x="62" y="89"/>
                                </a:cubicBezTo>
                                <a:cubicBezTo>
                                  <a:pt x="62" y="89"/>
                                  <a:pt x="62" y="89"/>
                                  <a:pt x="62" y="89"/>
                                </a:cubicBezTo>
                                <a:cubicBezTo>
                                  <a:pt x="62" y="89"/>
                                  <a:pt x="62" y="89"/>
                                  <a:pt x="62" y="89"/>
                                </a:cubicBezTo>
                                <a:cubicBezTo>
                                  <a:pt x="62" y="56"/>
                                  <a:pt x="62" y="56"/>
                                  <a:pt x="62" y="56"/>
                                </a:cubicBezTo>
                                <a:cubicBezTo>
                                  <a:pt x="119" y="56"/>
                                  <a:pt x="119" y="56"/>
                                  <a:pt x="119" y="56"/>
                                </a:cubicBezTo>
                                <a:cubicBezTo>
                                  <a:pt x="119" y="56"/>
                                  <a:pt x="119" y="56"/>
                                  <a:pt x="119" y="56"/>
                                </a:cubicBezTo>
                                <a:cubicBezTo>
                                  <a:pt x="119" y="56"/>
                                  <a:pt x="119" y="56"/>
                                  <a:pt x="119" y="56"/>
                                </a:cubicBezTo>
                                <a:cubicBezTo>
                                  <a:pt x="124" y="56"/>
                                  <a:pt x="129" y="52"/>
                                  <a:pt x="129" y="46"/>
                                </a:cubicBezTo>
                                <a:cubicBezTo>
                                  <a:pt x="129" y="41"/>
                                  <a:pt x="124" y="37"/>
                                  <a:pt x="119" y="3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5" name="Freeform 153"/>
                        <wps:cNvSpPr/>
                        <wps:spPr>
                          <a:xfrm>
                            <a:off x="10367" y="7578"/>
                            <a:ext cx="107" cy="2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37599" y="0"/>
                              </a:cxn>
                              <a:cxn ang="0">
                                <a:pos x="0" y="33719"/>
                              </a:cxn>
                              <a:cxn ang="0">
                                <a:pos x="0" y="149860"/>
                              </a:cxn>
                              <a:cxn ang="0">
                                <a:pos x="37599" y="187325"/>
                              </a:cxn>
                              <a:cxn ang="0">
                                <a:pos x="71438" y="149860"/>
                              </a:cxn>
                              <a:cxn ang="0">
                                <a:pos x="71438" y="33719"/>
                              </a:cxn>
                              <a:cxn ang="0">
                                <a:pos x="37599" y="0"/>
                              </a:cxn>
                            </a:cxnLst>
                            <a:rect l="0" t="0" r="0" b="0"/>
                            <a:pathLst>
                              <a:path w="19" h="50">
                                <a:moveTo>
                                  <a:pt x="10" y="0"/>
                                </a:moveTo>
                                <a:cubicBezTo>
                                  <a:pt x="4" y="0"/>
                                  <a:pt x="0" y="4"/>
                                  <a:pt x="0" y="9"/>
                                </a:cubicBezTo>
                                <a:cubicBezTo>
                                  <a:pt x="0" y="40"/>
                                  <a:pt x="0" y="40"/>
                                  <a:pt x="0" y="40"/>
                                </a:cubicBezTo>
                                <a:cubicBezTo>
                                  <a:pt x="0" y="46"/>
                                  <a:pt x="4" y="50"/>
                                  <a:pt x="10" y="50"/>
                                </a:cubicBezTo>
                                <a:cubicBezTo>
                                  <a:pt x="15" y="50"/>
                                  <a:pt x="19" y="46"/>
                                  <a:pt x="19" y="40"/>
                                </a:cubicBezTo>
                                <a:cubicBezTo>
                                  <a:pt x="19" y="9"/>
                                  <a:pt x="19" y="9"/>
                                  <a:pt x="19" y="9"/>
                                </a:cubicBezTo>
                                <a:cubicBezTo>
                                  <a:pt x="19" y="4"/>
                                  <a:pt x="15" y="0"/>
                                  <a:pt x="1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" o:spid="_x0000_s1026" o:spt="203" style="position:absolute;left:0pt;margin-left:327.45pt;margin-top:56.75pt;height:101.1pt;width:76.1pt;z-index:251742208;mso-width-relative:page;mso-height-relative:page;" coordorigin="10301,7004" coordsize="1534,2035" o:gfxdata="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">
                <o:lock v:ext="edit" aspectratio="f"/>
                <v:shape id="Freeform 151" o:spid="_x0000_s1026" o:spt="100" style="position:absolute;left:10586;top:7639;height:1400;width:1146;" filled="t" stroked="f" coordsize="204,249" o:gfxdata="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xv6ja5AAAA2wAA&#10;AA8AAAAAAAAAAQAgAAAAIgAAAGRycy9kb3ducmV2LnhtbFBLAQIUABQAAAAIAIdO4kAzLwWeOwAA&#10;ADkAAAAQAAAAAAAAAAEAIAAAAAgBAABkcnMvc2hhcGV4bWwueG1sUEsFBgAAAAAGAAYAWwEAALID&#10;AAAAAA==&#10;" path="m177,0c10,0,10,0,10,0c5,0,0,5,0,10c0,15,5,20,10,20c10,20,10,20,10,20c167,20,167,20,167,20c177,20,185,23,185,35c185,214,185,214,185,214c185,226,177,230,167,230c147,230,147,230,147,230c147,230,147,230,147,230c142,230,138,234,138,239c138,245,142,249,147,249c147,249,147,249,147,249c167,249,167,249,167,249c188,249,204,241,204,214c204,35,204,35,204,35c204,8,188,0,177,0xe">
                  <v:path o:connectlocs="663902,0;37509,0;0,37552;37509,75103;37509,75103;626393,75103;693909,131431;693909,803606;626393,863689;551376,863689;551376,863689;517618,897485;551376,935037;551376,935037;626393,935037;765175,803606;765175,131431;663902,0" o:connectangles="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52" o:spid="_x0000_s1026" o:spt="100" style="position:absolute;left:10627;top:7910;height:891;width:859;" filled="t" stroked="f" coordsize="153,159" o:gfxdata="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idc/+8AAAA&#10;2wAAAA8AAAAAAAAAAQAgAAAAIgAAAGRycy9kb3ducmV2LnhtbFBLAQIUABQAAAAIAIdO4kAzLwWe&#10;OwAAADkAAAAQAAAAAAAAAAEAIAAAAAsBAABkcnMvc2hhcGV4bWwueG1sUEsFBgAAAAAGAAYAWwEA&#10;ALUDAAAAAA==&#10;" path="m153,131c153,27,153,27,153,27c153,3,139,0,121,0c32,0,32,0,32,0c14,0,0,3,0,27c0,131,0,131,0,131c0,155,14,159,32,159c121,159,121,159,121,159c139,159,153,155,153,131xm133,131c133,138,128,139,121,139c32,139,32,139,32,139c25,139,20,138,20,131c20,91,20,91,20,91c133,91,133,91,133,91l133,131xm133,72c20,72,20,72,20,72c20,27,20,27,20,27c20,20,25,20,32,20c121,20,121,20,121,20c128,20,133,20,133,27l133,72xe">
                  <v:path o:connectlocs="573088,490477;573088,101091;453226,0;119862,0;0,101091;0,490477;119862,595312;453226,595312;573088,490477;498175,490477;453226,520430;119862,520430;74913,490477;74913,340713;498175,340713;498175,490477;498175,269575;74913,269575;74913,101091;119862,74882;453226,74882;498175,101091;498175,269575" o:connectangles="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54" o:spid="_x0000_s1026" o:spt="100" style="position:absolute;left:10301;top:7004;height:551;width:751;" filled="t" stroked="f" coordsize="134,98" o:gfxdata="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H00/r4A&#10;AADbAAAADwAAAAAAAAABACAAAAAiAAAAZHJzL2Rvd25yZXYueG1sUEsBAhQAFAAAAAgAh07iQDMv&#10;BZ47AAAAOQAAABAAAAAAAAAAAQAgAAAADQEAAGRycy9zaGFwZXhtbC54bWxQSwUGAAAAAAYABgBb&#10;AQAAtwMAAAAA&#10;" path="m65,89c65,89,65,89,65,89c65,56,65,56,65,56c125,56,125,56,125,56c125,56,125,56,125,56c125,56,125,56,125,56c130,56,134,52,134,46c134,41,130,37,125,37c125,37,125,37,125,37c31,37,31,37,31,37c41,13,41,13,41,13c41,13,41,13,41,13c41,12,41,11,41,9c41,4,37,0,31,0c27,0,24,2,22,6c0,56,0,56,0,56c46,56,46,56,46,56c46,88,46,88,46,88c46,88,46,88,46,89c46,94,50,98,55,98c61,98,65,94,65,89xe">
                  <v:path o:connectlocs="243338,334477;243338,334477;243338,210457;467957,210457;467957,210457;467957,210457;501650,172876;467957,139052;467957,139052;116053,139052;153490,48856;153490,48856;153490,33823;116053,0;82360,22549;0,210457;172208,210457;172208,330718;172208,334477;205901,368300;243338,334477" o:connectangles="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56" o:spid="_x0000_s1026" o:spt="100" style="position:absolute;left:10367;top:7910;height:1129;width:107;" filled="t" stroked="f" coordsize="19,201" o:gfxdata="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87Szq/&#10;AAAA2wAAAA8AAAAAAAAAAQAgAAAAIgAAAGRycy9kb3ducmV2LnhtbFBLAQIUABQAAAAIAIdO4kAz&#10;LwWeOwAAADkAAAAQAAAAAAAAAAEAIAAAAA4BAABkcnMvc2hhcGV4bWwueG1sUEsFBgAAAAAGAAYA&#10;WwEAALgDAAAAAA==&#10;" path="m10,0c4,0,0,4,0,9c0,191,0,191,0,191c0,191,0,191,0,191c0,197,4,201,10,201c15,201,19,197,19,191c19,191,19,191,19,191c19,9,19,9,19,9c19,4,15,0,10,0xe">
                  <v:path o:connectlocs="37599,0;0,33764;0,716546;0,716546;37599,754062;71438,716546;71438,716546;71438,33764;37599,0" o:connectangles="0,0,0,0,0,0,0,0,0"/>
                  <v:fill on="t" focussize="0,0"/>
                  <v:stroke on="f"/>
                  <v:imagedata o:title=""/>
                  <o:lock v:ext="edit" aspectratio="f"/>
                </v:shape>
                <v:shape id="Freeform 155" o:spid="_x0000_s1026" o:spt="100" style="position:absolute;left:11109;top:7004;height:556;width:726;" filled="t" stroked="f" coordsize="129,99" o:gfxdata="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KQ4yu/&#10;AAAA2wAAAA8AAAAAAAAAAQAgAAAAIgAAAGRycy9kb3ducmV2LnhtbFBLAQIUABQAAAAIAIdO4kAz&#10;LwWeOwAAADkAAAAQAAAAAAAAAAEAIAAAAA4BAABkcnMvc2hhcGV4bWwueG1sUEsFBgAAAAAGAAYA&#10;WwEAALgDAAAAAA==&#10;" path="m119,37c119,37,119,37,119,37c31,37,31,37,31,37c41,13,41,13,41,13c41,13,41,13,41,13c41,12,42,11,42,9c42,4,37,0,32,0c27,0,24,2,22,6c0,56,0,56,0,56c43,56,43,56,43,56c43,89,43,89,43,89c43,89,43,89,43,89c43,89,43,89,43,89c43,94,47,99,53,99c58,99,62,94,62,89c62,89,62,89,62,89c62,89,62,89,62,89c62,56,62,56,62,56c119,56,119,56,119,56c119,56,119,56,119,56c119,56,119,56,119,56c124,56,129,52,129,46c129,41,124,37,119,37xe">
                  <v:path o:connectlocs="446654,138834;446654,138834;116355,138834;153889,48780;153889,48780;157643,33770;120109,0;82575,22514;0,210127;161396,210127;161396,333952;161396,333952;161396,333952;198930,371475;232711,333952;232711,333952;232711,333952;232711,210127;446654,210127;446654,210127;446654,210127;484188,172605;446654,138834" o:connectangles="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53" o:spid="_x0000_s1026" o:spt="100" style="position:absolute;left:10367;top:7578;height:281;width:107;" filled="t" stroked="f" coordsize="19,50" o:gfxdata="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rLUnr4A&#10;AADbAAAADwAAAAAAAAABACAAAAAiAAAAZHJzL2Rvd25yZXYueG1sUEsBAhQAFAAAAAgAh07iQDMv&#10;BZ47AAAAOQAAABAAAAAAAAAAAQAgAAAADQEAAGRycy9zaGFwZXhtbC54bWxQSwUGAAAAAAYABgBb&#10;AQAAtwMAAAAA&#10;" path="m10,0c4,0,0,4,0,9c0,40,0,40,0,40c0,46,4,50,10,50c15,50,19,46,19,40c19,9,19,9,19,9c19,4,15,0,10,0xe">
                  <v:path o:connectlocs="37599,0;0,33719;0,149860;37599,187325;71438,149860;71438,33719;37599,0" o:connectangles="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3558540</wp:posOffset>
                </wp:positionH>
                <wp:positionV relativeFrom="paragraph">
                  <wp:posOffset>2780030</wp:posOffset>
                </wp:positionV>
                <wp:extent cx="1597025" cy="324485"/>
                <wp:effectExtent l="636270" t="0" r="0" b="0"/>
                <wp:wrapNone/>
                <wp:docPr id="91" name="文本框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597025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Theme="majorHAnsi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ajorHAnsi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PERSONAL 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0.2pt;margin-top:218.9pt;height:25.55pt;width:125.75pt;rotation:5898240f;z-index:251659264;v-text-anchor:middle;mso-width-relative:page;mso-height-relative:page;" filled="f" stroked="f" coordsize="21600,21600" o:gfxdata="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gFFAD3AAAAAsBAAAPAAAAAAAAAAEAIAAAACIAAABkcnMvZG93bnJldi54bWxQSwECFAAU&#10;AAAACACHTuJAsACmaSYCAAAiBAAADgAAAAAAAAABACAAAAAr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 inset="2mm,0mm,2mm,0mm">
                  <w:txbxContent>
                    <w:p>
                      <w:pPr>
                        <w:jc w:val="distribute"/>
                        <w:rPr>
                          <w:rFonts w:asciiTheme="majorHAnsi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ajorHAnsi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4580255</wp:posOffset>
                </wp:positionH>
                <wp:positionV relativeFrom="paragraph">
                  <wp:posOffset>2198370</wp:posOffset>
                </wp:positionV>
                <wp:extent cx="948690" cy="1247775"/>
                <wp:effectExtent l="0" t="0" r="3810" b="9525"/>
                <wp:wrapNone/>
                <wp:docPr id="74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8690" cy="1247775"/>
                          <a:chOff x="12226" y="7061"/>
                          <a:chExt cx="1504" cy="1973"/>
                        </a:xfrm>
                        <a:solidFill>
                          <a:srgbClr val="746244"/>
                        </a:solidFill>
                      </wpg:grpSpPr>
                      <wps:wsp>
                        <wps:cNvPr id="75" name="Freeform 157"/>
                        <wps:cNvSpPr/>
                        <wps:spPr>
                          <a:xfrm>
                            <a:off x="12226" y="7061"/>
                            <a:ext cx="1505" cy="197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971142" y="0"/>
                              </a:cxn>
                              <a:cxn ang="0">
                                <a:pos x="191229" y="0"/>
                              </a:cxn>
                              <a:cxn ang="0">
                                <a:pos x="52494" y="127633"/>
                              </a:cxn>
                              <a:cxn ang="0">
                                <a:pos x="0" y="1280086"/>
                              </a:cxn>
                              <a:cxn ang="0">
                                <a:pos x="0" y="1280086"/>
                              </a:cxn>
                              <a:cxn ang="0">
                                <a:pos x="0" y="1280086"/>
                              </a:cxn>
                              <a:cxn ang="0">
                                <a:pos x="33746" y="1317625"/>
                              </a:cxn>
                              <a:cxn ang="0">
                                <a:pos x="71242" y="1280086"/>
                              </a:cxn>
                              <a:cxn ang="0">
                                <a:pos x="71242" y="1280086"/>
                              </a:cxn>
                              <a:cxn ang="0">
                                <a:pos x="127486" y="131387"/>
                              </a:cxn>
                              <a:cxn ang="0">
                                <a:pos x="191229" y="71324"/>
                              </a:cxn>
                              <a:cxn ang="0">
                                <a:pos x="971142" y="71324"/>
                              </a:cxn>
                              <a:cxn ang="0">
                                <a:pos x="971142" y="71324"/>
                              </a:cxn>
                              <a:cxn ang="0">
                                <a:pos x="1004888" y="33785"/>
                              </a:cxn>
                              <a:cxn ang="0">
                                <a:pos x="971142" y="0"/>
                              </a:cxn>
                            </a:cxnLst>
                            <a:rect l="0" t="0" r="0" b="0"/>
                            <a:pathLst>
                              <a:path w="268" h="351">
                                <a:moveTo>
                                  <a:pt x="259" y="0"/>
                                </a:moveTo>
                                <a:cubicBezTo>
                                  <a:pt x="51" y="0"/>
                                  <a:pt x="51" y="0"/>
                                  <a:pt x="51" y="0"/>
                                </a:cubicBezTo>
                                <a:cubicBezTo>
                                  <a:pt x="31" y="0"/>
                                  <a:pt x="16" y="7"/>
                                  <a:pt x="14" y="34"/>
                                </a:cubicBezTo>
                                <a:cubicBezTo>
                                  <a:pt x="0" y="341"/>
                                  <a:pt x="0" y="341"/>
                                  <a:pt x="0" y="341"/>
                                </a:cubicBezTo>
                                <a:cubicBezTo>
                                  <a:pt x="0" y="341"/>
                                  <a:pt x="0" y="341"/>
                                  <a:pt x="0" y="341"/>
                                </a:cubicBezTo>
                                <a:cubicBezTo>
                                  <a:pt x="0" y="341"/>
                                  <a:pt x="0" y="341"/>
                                  <a:pt x="0" y="341"/>
                                </a:cubicBezTo>
                                <a:cubicBezTo>
                                  <a:pt x="0" y="347"/>
                                  <a:pt x="4" y="351"/>
                                  <a:pt x="9" y="351"/>
                                </a:cubicBezTo>
                                <a:cubicBezTo>
                                  <a:pt x="15" y="351"/>
                                  <a:pt x="19" y="347"/>
                                  <a:pt x="19" y="341"/>
                                </a:cubicBezTo>
                                <a:cubicBezTo>
                                  <a:pt x="19" y="341"/>
                                  <a:pt x="19" y="341"/>
                                  <a:pt x="19" y="341"/>
                                </a:cubicBezTo>
                                <a:cubicBezTo>
                                  <a:pt x="34" y="35"/>
                                  <a:pt x="34" y="35"/>
                                  <a:pt x="34" y="35"/>
                                </a:cubicBezTo>
                                <a:cubicBezTo>
                                  <a:pt x="35" y="23"/>
                                  <a:pt x="42" y="19"/>
                                  <a:pt x="51" y="19"/>
                                </a:cubicBezTo>
                                <a:cubicBezTo>
                                  <a:pt x="259" y="19"/>
                                  <a:pt x="259" y="19"/>
                                  <a:pt x="259" y="19"/>
                                </a:cubicBezTo>
                                <a:cubicBezTo>
                                  <a:pt x="259" y="19"/>
                                  <a:pt x="259" y="19"/>
                                  <a:pt x="259" y="19"/>
                                </a:cubicBezTo>
                                <a:cubicBezTo>
                                  <a:pt x="264" y="19"/>
                                  <a:pt x="268" y="15"/>
                                  <a:pt x="268" y="9"/>
                                </a:cubicBezTo>
                                <a:cubicBezTo>
                                  <a:pt x="268" y="4"/>
                                  <a:pt x="264" y="0"/>
                                  <a:pt x="259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76" name="Freeform 158"/>
                        <wps:cNvSpPr/>
                        <wps:spPr>
                          <a:xfrm>
                            <a:off x="12524" y="7280"/>
                            <a:ext cx="1122" cy="175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610680" y="221548"/>
                              </a:cxn>
                              <a:cxn ang="0">
                                <a:pos x="543243" y="221548"/>
                              </a:cxn>
                              <a:cxn ang="0">
                                <a:pos x="273495" y="0"/>
                              </a:cxn>
                              <a:cxn ang="0">
                                <a:pos x="0" y="274119"/>
                              </a:cxn>
                              <a:cxn ang="0">
                                <a:pos x="198565" y="536972"/>
                              </a:cxn>
                              <a:cxn ang="0">
                                <a:pos x="104902" y="1126514"/>
                              </a:cxn>
                              <a:cxn ang="0">
                                <a:pos x="104902" y="1126514"/>
                              </a:cxn>
                              <a:cxn ang="0">
                                <a:pos x="104902" y="1130269"/>
                              </a:cxn>
                              <a:cxn ang="0">
                                <a:pos x="104902" y="1130269"/>
                              </a:cxn>
                              <a:cxn ang="0">
                                <a:pos x="104902" y="1134025"/>
                              </a:cxn>
                              <a:cxn ang="0">
                                <a:pos x="142367" y="1171575"/>
                              </a:cxn>
                              <a:cxn ang="0">
                                <a:pos x="176086" y="1141535"/>
                              </a:cxn>
                              <a:cxn ang="0">
                                <a:pos x="176086" y="1141535"/>
                              </a:cxn>
                              <a:cxn ang="0">
                                <a:pos x="273495" y="548237"/>
                              </a:cxn>
                              <a:cxn ang="0">
                                <a:pos x="273495" y="548237"/>
                              </a:cxn>
                              <a:cxn ang="0">
                                <a:pos x="546989" y="296649"/>
                              </a:cxn>
                              <a:cxn ang="0">
                                <a:pos x="610680" y="296649"/>
                              </a:cxn>
                              <a:cxn ang="0">
                                <a:pos x="678117" y="352975"/>
                              </a:cxn>
                              <a:cxn ang="0">
                                <a:pos x="678117" y="1040148"/>
                              </a:cxn>
                              <a:cxn ang="0">
                                <a:pos x="610680" y="1100229"/>
                              </a:cxn>
                              <a:cxn ang="0">
                                <a:pos x="423355" y="1100229"/>
                              </a:cxn>
                              <a:cxn ang="0">
                                <a:pos x="419608" y="1100229"/>
                              </a:cxn>
                              <a:cxn ang="0">
                                <a:pos x="385890" y="1134025"/>
                              </a:cxn>
                              <a:cxn ang="0">
                                <a:pos x="419608" y="1171575"/>
                              </a:cxn>
                              <a:cxn ang="0">
                                <a:pos x="419608" y="1171575"/>
                              </a:cxn>
                              <a:cxn ang="0">
                                <a:pos x="610680" y="1171575"/>
                              </a:cxn>
                              <a:cxn ang="0">
                                <a:pos x="749300" y="1040148"/>
                              </a:cxn>
                              <a:cxn ang="0">
                                <a:pos x="749300" y="352975"/>
                              </a:cxn>
                              <a:cxn ang="0">
                                <a:pos x="610680" y="221548"/>
                              </a:cxn>
                              <a:cxn ang="0">
                                <a:pos x="273495" y="473136"/>
                              </a:cxn>
                              <a:cxn ang="0">
                                <a:pos x="71184" y="274119"/>
                              </a:cxn>
                              <a:cxn ang="0">
                                <a:pos x="273495" y="71346"/>
                              </a:cxn>
                              <a:cxn ang="0">
                                <a:pos x="472059" y="274119"/>
                              </a:cxn>
                              <a:cxn ang="0">
                                <a:pos x="273495" y="473136"/>
                              </a:cxn>
                            </a:cxnLst>
                            <a:rect l="0" t="0" r="0" b="0"/>
                            <a:pathLst>
                              <a:path w="200" h="312">
                                <a:moveTo>
                                  <a:pt x="163" y="59"/>
                                </a:moveTo>
                                <a:cubicBezTo>
                                  <a:pt x="145" y="59"/>
                                  <a:pt x="145" y="59"/>
                                  <a:pt x="145" y="59"/>
                                </a:cubicBezTo>
                                <a:cubicBezTo>
                                  <a:pt x="138" y="25"/>
                                  <a:pt x="108" y="0"/>
                                  <a:pt x="73" y="0"/>
                                </a:cubicBezTo>
                                <a:cubicBezTo>
                                  <a:pt x="32" y="0"/>
                                  <a:pt x="0" y="32"/>
                                  <a:pt x="0" y="73"/>
                                </a:cubicBezTo>
                                <a:cubicBezTo>
                                  <a:pt x="0" y="106"/>
                                  <a:pt x="22" y="135"/>
                                  <a:pt x="53" y="143"/>
                                </a:cubicBezTo>
                                <a:cubicBezTo>
                                  <a:pt x="28" y="300"/>
                                  <a:pt x="28" y="300"/>
                                  <a:pt x="28" y="300"/>
                                </a:cubicBezTo>
                                <a:cubicBezTo>
                                  <a:pt x="28" y="300"/>
                                  <a:pt x="28" y="300"/>
                                  <a:pt x="28" y="300"/>
                                </a:cubicBezTo>
                                <a:cubicBezTo>
                                  <a:pt x="28" y="301"/>
                                  <a:pt x="28" y="301"/>
                                  <a:pt x="28" y="301"/>
                                </a:cubicBezTo>
                                <a:cubicBezTo>
                                  <a:pt x="28" y="301"/>
                                  <a:pt x="28" y="301"/>
                                  <a:pt x="28" y="301"/>
                                </a:cubicBezTo>
                                <a:cubicBezTo>
                                  <a:pt x="28" y="301"/>
                                  <a:pt x="28" y="302"/>
                                  <a:pt x="28" y="302"/>
                                </a:cubicBezTo>
                                <a:cubicBezTo>
                                  <a:pt x="28" y="308"/>
                                  <a:pt x="32" y="312"/>
                                  <a:pt x="38" y="312"/>
                                </a:cubicBezTo>
                                <a:cubicBezTo>
                                  <a:pt x="42" y="312"/>
                                  <a:pt x="46" y="309"/>
                                  <a:pt x="47" y="304"/>
                                </a:cubicBezTo>
                                <a:cubicBezTo>
                                  <a:pt x="47" y="304"/>
                                  <a:pt x="47" y="304"/>
                                  <a:pt x="47" y="304"/>
                                </a:cubicBezTo>
                                <a:cubicBezTo>
                                  <a:pt x="73" y="146"/>
                                  <a:pt x="73" y="146"/>
                                  <a:pt x="73" y="146"/>
                                </a:cubicBezTo>
                                <a:cubicBezTo>
                                  <a:pt x="73" y="146"/>
                                  <a:pt x="73" y="146"/>
                                  <a:pt x="73" y="146"/>
                                </a:cubicBezTo>
                                <a:cubicBezTo>
                                  <a:pt x="111" y="146"/>
                                  <a:pt x="142" y="116"/>
                                  <a:pt x="146" y="79"/>
                                </a:cubicBezTo>
                                <a:cubicBezTo>
                                  <a:pt x="163" y="79"/>
                                  <a:pt x="163" y="79"/>
                                  <a:pt x="163" y="79"/>
                                </a:cubicBezTo>
                                <a:cubicBezTo>
                                  <a:pt x="173" y="79"/>
                                  <a:pt x="181" y="82"/>
                                  <a:pt x="181" y="94"/>
                                </a:cubicBezTo>
                                <a:cubicBezTo>
                                  <a:pt x="181" y="277"/>
                                  <a:pt x="181" y="277"/>
                                  <a:pt x="181" y="277"/>
                                </a:cubicBezTo>
                                <a:cubicBezTo>
                                  <a:pt x="181" y="289"/>
                                  <a:pt x="173" y="293"/>
                                  <a:pt x="163" y="293"/>
                                </a:cubicBezTo>
                                <a:cubicBezTo>
                                  <a:pt x="113" y="293"/>
                                  <a:pt x="113" y="293"/>
                                  <a:pt x="113" y="293"/>
                                </a:cubicBezTo>
                                <a:cubicBezTo>
                                  <a:pt x="113" y="293"/>
                                  <a:pt x="112" y="293"/>
                                  <a:pt x="112" y="293"/>
                                </a:cubicBezTo>
                                <a:cubicBezTo>
                                  <a:pt x="107" y="293"/>
                                  <a:pt x="103" y="297"/>
                                  <a:pt x="103" y="302"/>
                                </a:cubicBezTo>
                                <a:cubicBezTo>
                                  <a:pt x="103" y="308"/>
                                  <a:pt x="107" y="312"/>
                                  <a:pt x="112" y="312"/>
                                </a:cubicBezTo>
                                <a:cubicBezTo>
                                  <a:pt x="112" y="312"/>
                                  <a:pt x="112" y="312"/>
                                  <a:pt x="112" y="312"/>
                                </a:cubicBezTo>
                                <a:cubicBezTo>
                                  <a:pt x="163" y="312"/>
                                  <a:pt x="163" y="312"/>
                                  <a:pt x="163" y="312"/>
                                </a:cubicBezTo>
                                <a:cubicBezTo>
                                  <a:pt x="183" y="312"/>
                                  <a:pt x="200" y="305"/>
                                  <a:pt x="200" y="277"/>
                                </a:cubicBezTo>
                                <a:cubicBezTo>
                                  <a:pt x="200" y="94"/>
                                  <a:pt x="200" y="94"/>
                                  <a:pt x="200" y="94"/>
                                </a:cubicBezTo>
                                <a:cubicBezTo>
                                  <a:pt x="200" y="67"/>
                                  <a:pt x="183" y="59"/>
                                  <a:pt x="163" y="59"/>
                                </a:cubicBezTo>
                                <a:close/>
                                <a:moveTo>
                                  <a:pt x="73" y="126"/>
                                </a:moveTo>
                                <a:cubicBezTo>
                                  <a:pt x="43" y="126"/>
                                  <a:pt x="19" y="102"/>
                                  <a:pt x="19" y="73"/>
                                </a:cubicBezTo>
                                <a:cubicBezTo>
                                  <a:pt x="19" y="43"/>
                                  <a:pt x="43" y="19"/>
                                  <a:pt x="73" y="19"/>
                                </a:cubicBezTo>
                                <a:cubicBezTo>
                                  <a:pt x="102" y="19"/>
                                  <a:pt x="126" y="43"/>
                                  <a:pt x="126" y="73"/>
                                </a:cubicBezTo>
                                <a:cubicBezTo>
                                  <a:pt x="126" y="102"/>
                                  <a:pt x="102" y="126"/>
                                  <a:pt x="73" y="12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77" name="Freeform 159"/>
                        <wps:cNvSpPr/>
                        <wps:spPr>
                          <a:xfrm>
                            <a:off x="12697" y="7456"/>
                            <a:ext cx="264" cy="26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57467" y="0"/>
                              </a:cxn>
                              <a:cxn ang="0">
                                <a:pos x="0" y="156964"/>
                              </a:cxn>
                              <a:cxn ang="0">
                                <a:pos x="22495" y="179387"/>
                              </a:cxn>
                              <a:cxn ang="0">
                                <a:pos x="44991" y="156964"/>
                              </a:cxn>
                              <a:cxn ang="0">
                                <a:pos x="157467" y="44847"/>
                              </a:cxn>
                              <a:cxn ang="0">
                                <a:pos x="176213" y="22423"/>
                              </a:cxn>
                              <a:cxn ang="0">
                                <a:pos x="157467" y="0"/>
                              </a:cxn>
                            </a:cxnLst>
                            <a:rect l="0" t="0" r="0" b="0"/>
                            <a:pathLst>
                              <a:path w="47" h="48">
                                <a:moveTo>
                                  <a:pt x="42" y="0"/>
                                </a:moveTo>
                                <a:cubicBezTo>
                                  <a:pt x="19" y="0"/>
                                  <a:pt x="0" y="19"/>
                                  <a:pt x="0" y="42"/>
                                </a:cubicBezTo>
                                <a:cubicBezTo>
                                  <a:pt x="0" y="45"/>
                                  <a:pt x="3" y="48"/>
                                  <a:pt x="6" y="48"/>
                                </a:cubicBezTo>
                                <a:cubicBezTo>
                                  <a:pt x="9" y="48"/>
                                  <a:pt x="12" y="45"/>
                                  <a:pt x="12" y="42"/>
                                </a:cubicBezTo>
                                <a:cubicBezTo>
                                  <a:pt x="12" y="25"/>
                                  <a:pt x="25" y="12"/>
                                  <a:pt x="42" y="12"/>
                                </a:cubicBezTo>
                                <a:cubicBezTo>
                                  <a:pt x="45" y="12"/>
                                  <a:pt x="47" y="9"/>
                                  <a:pt x="47" y="6"/>
                                </a:cubicBezTo>
                                <a:cubicBezTo>
                                  <a:pt x="47" y="3"/>
                                  <a:pt x="45" y="0"/>
                                  <a:pt x="42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78" name="Freeform 160"/>
                        <wps:cNvSpPr/>
                        <wps:spPr>
                          <a:xfrm>
                            <a:off x="12973" y="7741"/>
                            <a:ext cx="179" cy="16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74414" y="15028"/>
                              </a:cxn>
                              <a:cxn ang="0">
                                <a:pos x="18604" y="71384"/>
                              </a:cxn>
                              <a:cxn ang="0">
                                <a:pos x="7441" y="97684"/>
                              </a:cxn>
                              <a:cxn ang="0">
                                <a:pos x="26045" y="112712"/>
                              </a:cxn>
                              <a:cxn ang="0">
                                <a:pos x="33486" y="108955"/>
                              </a:cxn>
                              <a:cxn ang="0">
                                <a:pos x="111622" y="33814"/>
                              </a:cxn>
                              <a:cxn ang="0">
                                <a:pos x="104180" y="3757"/>
                              </a:cxn>
                              <a:cxn ang="0">
                                <a:pos x="74414" y="15028"/>
                              </a:cxn>
                            </a:cxnLst>
                            <a:rect l="0" t="0" r="0" b="0"/>
                            <a:pathLst>
                              <a:path w="32" h="30">
                                <a:moveTo>
                                  <a:pt x="20" y="4"/>
                                </a:moveTo>
                                <a:cubicBezTo>
                                  <a:pt x="17" y="10"/>
                                  <a:pt x="11" y="16"/>
                                  <a:pt x="5" y="19"/>
                                </a:cubicBezTo>
                                <a:cubicBezTo>
                                  <a:pt x="2" y="20"/>
                                  <a:pt x="0" y="23"/>
                                  <a:pt x="2" y="26"/>
                                </a:cubicBezTo>
                                <a:cubicBezTo>
                                  <a:pt x="3" y="28"/>
                                  <a:pt x="5" y="30"/>
                                  <a:pt x="7" y="30"/>
                                </a:cubicBezTo>
                                <a:cubicBezTo>
                                  <a:pt x="8" y="30"/>
                                  <a:pt x="8" y="29"/>
                                  <a:pt x="9" y="29"/>
                                </a:cubicBezTo>
                                <a:cubicBezTo>
                                  <a:pt x="18" y="25"/>
                                  <a:pt x="26" y="18"/>
                                  <a:pt x="30" y="9"/>
                                </a:cubicBezTo>
                                <a:cubicBezTo>
                                  <a:pt x="32" y="6"/>
                                  <a:pt x="30" y="3"/>
                                  <a:pt x="28" y="1"/>
                                </a:cubicBezTo>
                                <a:cubicBezTo>
                                  <a:pt x="25" y="0"/>
                                  <a:pt x="21" y="1"/>
                                  <a:pt x="20" y="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style="position:absolute;left:0pt;margin-left:360.65pt;margin-top:173.1pt;height:98.25pt;width:74.7pt;z-index:251741184;mso-width-relative:page;mso-height-relative:page;" coordorigin="12226,7061" coordsize="1504,1973" o:gfxdata="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">
                <o:lock v:ext="edit" aspectratio="f"/>
                <v:shape id="Freeform 157" o:spid="_x0000_s1026" o:spt="100" style="position:absolute;left:12226;top:7061;height:1973;width:1505;" filled="t" stroked="f" coordsize="268,351" o:gfxdata="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2BXIa8AAAA&#10;2wAAAA8AAAAAAAAAAQAgAAAAIgAAAGRycy9kb3ducmV2LnhtbFBLAQIUABQAAAAIAIdO4kAzLwWe&#10;OwAAADkAAAAQAAAAAAAAAAEAIAAAAAsBAABkcnMvc2hhcGV4bWwueG1sUEsFBgAAAAAGAAYAWwEA&#10;ALUDAAAAAA==&#10;" path="m259,0c51,0,51,0,51,0c31,0,16,7,14,34c0,341,0,341,0,341c0,341,0,341,0,341c0,341,0,341,0,341c0,347,4,351,9,351c15,351,19,347,19,341c19,341,19,341,19,341c34,35,34,35,34,35c35,23,42,19,51,19c259,19,259,19,259,19c259,19,259,19,259,19c264,19,268,15,268,9c268,4,264,0,259,0xe">
                  <v:path o:connectlocs="971142,0;191229,0;52494,127633;0,1280086;0,1280086;0,1280086;33746,1317625;71242,1280086;71242,1280086;127486,131387;191229,71324;971142,71324;971142,71324;1004888,33785;971142,0" o:connectangles="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58" o:spid="_x0000_s1026" o:spt="100" style="position:absolute;left:12524;top:7280;height:1754;width:1122;" filled="t" stroked="f" coordsize="200,312" o:gfxdata="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4vN+rsAAADb&#10;AAAADwAAAAAAAAABACAAAAAiAAAAZHJzL2Rvd25yZXYueG1sUEsBAhQAFAAAAAgAh07iQDMvBZ47&#10;AAAAOQAAABAAAAAAAAAAAQAgAAAACgEAAGRycy9zaGFwZXhtbC54bWxQSwUGAAAAAAYABgBbAQAA&#10;tAMAAAAA&#10;" path="m163,59c145,59,145,59,145,59c138,25,108,0,73,0c32,0,0,32,0,73c0,106,22,135,53,143c28,300,28,300,28,300c28,300,28,300,28,300c28,301,28,301,28,301c28,301,28,301,28,301c28,301,28,302,28,302c28,308,32,312,38,312c42,312,46,309,47,304c47,304,47,304,47,304c73,146,73,146,73,146c73,146,73,146,73,146c111,146,142,116,146,79c163,79,163,79,163,79c173,79,181,82,181,94c181,277,181,277,181,277c181,289,173,293,163,293c113,293,113,293,113,293c113,293,112,293,112,293c107,293,103,297,103,302c103,308,107,312,112,312c112,312,112,312,112,312c163,312,163,312,163,312c183,312,200,305,200,277c200,94,200,94,200,94c200,67,183,59,163,59xm73,126c43,126,19,102,19,73c19,43,43,19,73,19c102,19,126,43,126,73c126,102,102,126,73,126xe">
                  <v:path o:connectlocs="610680,221548;543243,221548;273495,0;0,274119;198565,536972;104902,1126514;104902,1126514;104902,1130269;104902,1130269;104902,1134025;142367,1171575;176086,1141535;176086,1141535;273495,548237;273495,548237;546989,296649;610680,296649;678117,352975;678117,1040148;610680,1100229;423355,1100229;419608,1100229;385890,1134025;419608,1171575;419608,1171575;610680,1171575;749300,1040148;749300,352975;610680,221548;273495,473136;71184,274119;273495,71346;472059,274119;273495,473136" o:connectangles="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59" o:spid="_x0000_s1026" o:spt="100" style="position:absolute;left:12697;top:7456;height:268;width:264;" filled="t" stroked="f" coordsize="47,48" o:gfxdata="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5JiMvQAA&#10;ANsAAAAPAAAAAAAAAAEAIAAAACIAAABkcnMvZG93bnJldi54bWxQSwECFAAUAAAACACHTuJAMy8F&#10;njsAAAA5AAAAEAAAAAAAAAABACAAAAAMAQAAZHJzL3NoYXBleG1sLnhtbFBLBQYAAAAABgAGAFsB&#10;AAC2AwAAAAA=&#10;" path="m42,0c19,0,0,19,0,42c0,45,3,48,6,48c9,48,12,45,12,42c12,25,25,12,42,12c45,12,47,9,47,6c47,3,45,0,42,0xe">
                  <v:path o:connectlocs="157467,0;0,156964;22495,179387;44991,156964;157467,44847;176213,22423;157467,0" o:connectangles="0,0,0,0,0,0,0"/>
                  <v:fill on="t" focussize="0,0"/>
                  <v:stroke on="f"/>
                  <v:imagedata o:title=""/>
                  <o:lock v:ext="edit" aspectratio="f"/>
                </v:shape>
                <v:shape id="Freeform 160" o:spid="_x0000_s1026" o:spt="100" style="position:absolute;left:12973;top:7741;height:168;width:179;" filled="t" stroked="f" coordsize="32,30" o:gfxdata="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qtXeytwAAANsAAAAP&#10;AAAAAAAAAAEAIAAAACIAAABkcnMvZG93bnJldi54bWxQSwECFAAUAAAACACHTuJAMy8FnjsAAAA5&#10;AAAAEAAAAAAAAAABACAAAAAGAQAAZHJzL3NoYXBleG1sLnhtbFBLBQYAAAAABgAGAFsBAACwAwAA&#10;AAA=&#10;" path="m20,4c17,10,11,16,5,19c2,20,0,23,2,26c3,28,5,30,7,30c8,30,8,29,9,29c18,25,26,18,30,9c32,6,30,3,28,1c25,0,21,1,20,4xe">
                  <v:path o:connectlocs="74414,15028;18604,71384;7441,97684;26045,112712;33486,108955;111622,33814;104180,3757;74414,15028" o:connectangles="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drawing>
          <wp:anchor distT="0" distB="0" distL="114300" distR="114300" simplePos="0" relativeHeight="251902976" behindDoc="1" locked="0" layoutInCell="1" allowOverlap="1">
            <wp:simplePos x="0" y="0"/>
            <wp:positionH relativeFrom="column">
              <wp:posOffset>-1142365</wp:posOffset>
            </wp:positionH>
            <wp:positionV relativeFrom="paragraph">
              <wp:posOffset>-914400</wp:posOffset>
            </wp:positionV>
            <wp:extent cx="7559040" cy="10692130"/>
            <wp:effectExtent l="0" t="0" r="3810" b="13970"/>
            <wp:wrapNone/>
            <wp:docPr id="2" name="图片 2" descr="【简历套装】设计简历小清新插画精致简历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【简历套装】设计简历小清新插画精致简历-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1084580</wp:posOffset>
                </wp:positionH>
                <wp:positionV relativeFrom="paragraph">
                  <wp:posOffset>6862445</wp:posOffset>
                </wp:positionV>
                <wp:extent cx="139700" cy="177800"/>
                <wp:effectExtent l="0" t="0" r="12700" b="12700"/>
                <wp:wrapNone/>
                <wp:docPr id="12" name="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9700" cy="177800"/>
                        </a:xfrm>
                        <a:custGeom>
                          <a:avLst/>
                          <a:gdLst>
                            <a:gd name="T0" fmla="*/ 508479 w 1679575"/>
                            <a:gd name="T1" fmla="*/ 933537 h 2125662"/>
                            <a:gd name="T2" fmla="*/ 645344 w 1679575"/>
                            <a:gd name="T3" fmla="*/ 1004349 h 2125662"/>
                            <a:gd name="T4" fmla="*/ 637947 w 1679575"/>
                            <a:gd name="T5" fmla="*/ 1045870 h 2125662"/>
                            <a:gd name="T6" fmla="*/ 629410 w 1679575"/>
                            <a:gd name="T7" fmla="*/ 1095637 h 2125662"/>
                            <a:gd name="T8" fmla="*/ 645913 w 1679575"/>
                            <a:gd name="T9" fmla="*/ 1148533 h 2125662"/>
                            <a:gd name="T10" fmla="*/ 923628 w 1679575"/>
                            <a:gd name="T11" fmla="*/ 1679766 h 2125662"/>
                            <a:gd name="T12" fmla="*/ 886068 w 1679575"/>
                            <a:gd name="T13" fmla="*/ 1137442 h 2125662"/>
                            <a:gd name="T14" fmla="*/ 896597 w 1679575"/>
                            <a:gd name="T15" fmla="*/ 1083408 h 2125662"/>
                            <a:gd name="T16" fmla="*/ 885214 w 1679575"/>
                            <a:gd name="T17" fmla="*/ 1039044 h 2125662"/>
                            <a:gd name="T18" fmla="*/ 917083 w 1679575"/>
                            <a:gd name="T19" fmla="*/ 999799 h 2125662"/>
                            <a:gd name="T20" fmla="*/ 1048543 w 1679575"/>
                            <a:gd name="T21" fmla="*/ 927280 h 2125662"/>
                            <a:gd name="T22" fmla="*/ 1168905 w 1679575"/>
                            <a:gd name="T23" fmla="*/ 933822 h 2125662"/>
                            <a:gd name="T24" fmla="*/ 1257397 w 1679575"/>
                            <a:gd name="T25" fmla="*/ 1021128 h 2125662"/>
                            <a:gd name="T26" fmla="*/ 1333655 w 1679575"/>
                            <a:gd name="T27" fmla="*/ 1118957 h 2125662"/>
                            <a:gd name="T28" fmla="*/ 1397392 w 1679575"/>
                            <a:gd name="T29" fmla="*/ 1227592 h 2125662"/>
                            <a:gd name="T30" fmla="*/ 1446903 w 1679575"/>
                            <a:gd name="T31" fmla="*/ 1349025 h 2125662"/>
                            <a:gd name="T32" fmla="*/ 1482186 w 1679575"/>
                            <a:gd name="T33" fmla="*/ 1483540 h 2125662"/>
                            <a:gd name="T34" fmla="*/ 1501820 w 1679575"/>
                            <a:gd name="T35" fmla="*/ 1632274 h 2125662"/>
                            <a:gd name="T36" fmla="*/ 1439790 w 1679575"/>
                            <a:gd name="T37" fmla="*/ 1742331 h 2125662"/>
                            <a:gd name="T38" fmla="*/ 1242601 w 1679575"/>
                            <a:gd name="T39" fmla="*/ 1826794 h 2125662"/>
                            <a:gd name="T40" fmla="*/ 1035738 w 1679575"/>
                            <a:gd name="T41" fmla="*/ 1881112 h 2125662"/>
                            <a:gd name="T42" fmla="*/ 822331 w 1679575"/>
                            <a:gd name="T43" fmla="*/ 1904432 h 2125662"/>
                            <a:gd name="T44" fmla="*/ 596403 w 1679575"/>
                            <a:gd name="T45" fmla="*/ 1894194 h 2125662"/>
                            <a:gd name="T46" fmla="*/ 373036 w 1679575"/>
                            <a:gd name="T47" fmla="*/ 1847838 h 2125662"/>
                            <a:gd name="T48" fmla="*/ 159344 w 1679575"/>
                            <a:gd name="T49" fmla="*/ 1766788 h 2125662"/>
                            <a:gd name="T50" fmla="*/ 0 w 1679575"/>
                            <a:gd name="T51" fmla="*/ 1676354 h 2125662"/>
                            <a:gd name="T52" fmla="*/ 15365 w 1679575"/>
                            <a:gd name="T53" fmla="*/ 1518519 h 2125662"/>
                            <a:gd name="T54" fmla="*/ 47234 w 1679575"/>
                            <a:gd name="T55" fmla="*/ 1376611 h 2125662"/>
                            <a:gd name="T56" fmla="*/ 94468 w 1679575"/>
                            <a:gd name="T57" fmla="*/ 1249206 h 2125662"/>
                            <a:gd name="T58" fmla="*/ 155930 w 1679575"/>
                            <a:gd name="T59" fmla="*/ 1135735 h 2125662"/>
                            <a:gd name="T60" fmla="*/ 230765 w 1679575"/>
                            <a:gd name="T61" fmla="*/ 1035348 h 2125662"/>
                            <a:gd name="T62" fmla="*/ 317835 w 1679575"/>
                            <a:gd name="T63" fmla="*/ 946334 h 2125662"/>
                            <a:gd name="T64" fmla="*/ 427669 w 1679575"/>
                            <a:gd name="T65" fmla="*/ 860449 h 2125662"/>
                            <a:gd name="T66" fmla="*/ 831848 w 1679575"/>
                            <a:gd name="T67" fmla="*/ 5125 h 2125662"/>
                            <a:gd name="T68" fmla="*/ 927152 w 1679575"/>
                            <a:gd name="T69" fmla="*/ 31035 h 2125662"/>
                            <a:gd name="T70" fmla="*/ 1013353 w 1679575"/>
                            <a:gd name="T71" fmla="*/ 76590 h 2125662"/>
                            <a:gd name="T72" fmla="*/ 1087035 w 1679575"/>
                            <a:gd name="T73" fmla="*/ 138945 h 2125662"/>
                            <a:gd name="T74" fmla="*/ 1145356 w 1679575"/>
                            <a:gd name="T75" fmla="*/ 215250 h 2125662"/>
                            <a:gd name="T76" fmla="*/ 1186607 w 1679575"/>
                            <a:gd name="T77" fmla="*/ 303514 h 2125662"/>
                            <a:gd name="T78" fmla="*/ 1207944 w 1679575"/>
                            <a:gd name="T79" fmla="*/ 401174 h 2125662"/>
                            <a:gd name="T80" fmla="*/ 1205383 w 1679575"/>
                            <a:gd name="T81" fmla="*/ 513924 h 2125662"/>
                            <a:gd name="T82" fmla="*/ 1172382 w 1679575"/>
                            <a:gd name="T83" fmla="*/ 626673 h 2125662"/>
                            <a:gd name="T84" fmla="*/ 1112924 w 1679575"/>
                            <a:gd name="T85" fmla="*/ 725187 h 2125662"/>
                            <a:gd name="T86" fmla="*/ 1030706 w 1679575"/>
                            <a:gd name="T87" fmla="*/ 804625 h 2125662"/>
                            <a:gd name="T88" fmla="*/ 915204 w 1679575"/>
                            <a:gd name="T89" fmla="*/ 867264 h 2125662"/>
                            <a:gd name="T90" fmla="*/ 837253 w 1679575"/>
                            <a:gd name="T91" fmla="*/ 887764 h 2125662"/>
                            <a:gd name="T92" fmla="*/ 753044 w 1679575"/>
                            <a:gd name="T93" fmla="*/ 893458 h 2125662"/>
                            <a:gd name="T94" fmla="*/ 658879 w 1679575"/>
                            <a:gd name="T95" fmla="*/ 881215 h 2125662"/>
                            <a:gd name="T96" fmla="*/ 572394 w 1679575"/>
                            <a:gd name="T97" fmla="*/ 850180 h 2125662"/>
                            <a:gd name="T98" fmla="*/ 494728 w 1679575"/>
                            <a:gd name="T99" fmla="*/ 802917 h 2125662"/>
                            <a:gd name="T100" fmla="*/ 424459 w 1679575"/>
                            <a:gd name="T101" fmla="*/ 736576 h 2125662"/>
                            <a:gd name="T102" fmla="*/ 366992 w 1679575"/>
                            <a:gd name="T103" fmla="*/ 651159 h 2125662"/>
                            <a:gd name="T104" fmla="*/ 330578 w 1679575"/>
                            <a:gd name="T105" fmla="*/ 553500 h 2125662"/>
                            <a:gd name="T106" fmla="*/ 317206 w 1679575"/>
                            <a:gd name="T107" fmla="*/ 446729 h 2125662"/>
                            <a:gd name="T108" fmla="*/ 328586 w 1679575"/>
                            <a:gd name="T109" fmla="*/ 345653 h 2125662"/>
                            <a:gd name="T110" fmla="*/ 361587 w 1679575"/>
                            <a:gd name="T111" fmla="*/ 253403 h 2125662"/>
                            <a:gd name="T112" fmla="*/ 412795 w 1679575"/>
                            <a:gd name="T113" fmla="*/ 171118 h 2125662"/>
                            <a:gd name="T114" fmla="*/ 479934 w 1679575"/>
                            <a:gd name="T115" fmla="*/ 101931 h 2125662"/>
                            <a:gd name="T116" fmla="*/ 560729 w 1679575"/>
                            <a:gd name="T117" fmla="*/ 48972 h 2125662"/>
                            <a:gd name="T118" fmla="*/ 652620 w 1679575"/>
                            <a:gd name="T119" fmla="*/ 13952 h 2125662"/>
                            <a:gd name="T120" fmla="*/ 752191 w 1679575"/>
                            <a:gd name="T121" fmla="*/ 0 h 2125662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679575" h="2125662">
                              <a:moveTo>
                                <a:pt x="481421" y="957262"/>
                              </a:moveTo>
                              <a:lnTo>
                                <a:pt x="484914" y="961070"/>
                              </a:lnTo>
                              <a:lnTo>
                                <a:pt x="490948" y="968686"/>
                              </a:lnTo>
                              <a:lnTo>
                                <a:pt x="497299" y="975667"/>
                              </a:lnTo>
                              <a:lnTo>
                                <a:pt x="510319" y="990264"/>
                              </a:lnTo>
                              <a:lnTo>
                                <a:pt x="523657" y="1003909"/>
                              </a:lnTo>
                              <a:lnTo>
                                <a:pt x="537947" y="1017237"/>
                              </a:lnTo>
                              <a:lnTo>
                                <a:pt x="552237" y="1029613"/>
                              </a:lnTo>
                              <a:lnTo>
                                <a:pt x="567480" y="1041671"/>
                              </a:lnTo>
                              <a:lnTo>
                                <a:pt x="583040" y="1053095"/>
                              </a:lnTo>
                              <a:lnTo>
                                <a:pt x="598601" y="1063884"/>
                              </a:lnTo>
                              <a:lnTo>
                                <a:pt x="615114" y="1074039"/>
                              </a:lnTo>
                              <a:lnTo>
                                <a:pt x="631627" y="1083558"/>
                              </a:lnTo>
                              <a:lnTo>
                                <a:pt x="649093" y="1092126"/>
                              </a:lnTo>
                              <a:lnTo>
                                <a:pt x="666241" y="1100377"/>
                              </a:lnTo>
                              <a:lnTo>
                                <a:pt x="684025" y="1107993"/>
                              </a:lnTo>
                              <a:lnTo>
                                <a:pt x="701808" y="1114657"/>
                              </a:lnTo>
                              <a:lnTo>
                                <a:pt x="720226" y="1120686"/>
                              </a:lnTo>
                              <a:lnTo>
                                <a:pt x="738645" y="1125763"/>
                              </a:lnTo>
                              <a:lnTo>
                                <a:pt x="734517" y="1130840"/>
                              </a:lnTo>
                              <a:lnTo>
                                <a:pt x="730706" y="1135283"/>
                              </a:lnTo>
                              <a:lnTo>
                                <a:pt x="727213" y="1140043"/>
                              </a:lnTo>
                              <a:lnTo>
                                <a:pt x="723402" y="1145437"/>
                              </a:lnTo>
                              <a:lnTo>
                                <a:pt x="720544" y="1150515"/>
                              </a:lnTo>
                              <a:lnTo>
                                <a:pt x="717368" y="1155909"/>
                              </a:lnTo>
                              <a:lnTo>
                                <a:pt x="714510" y="1161304"/>
                              </a:lnTo>
                              <a:lnTo>
                                <a:pt x="711970" y="1167016"/>
                              </a:lnTo>
                              <a:lnTo>
                                <a:pt x="710064" y="1172410"/>
                              </a:lnTo>
                              <a:lnTo>
                                <a:pt x="708159" y="1178439"/>
                              </a:lnTo>
                              <a:lnTo>
                                <a:pt x="706254" y="1184151"/>
                              </a:lnTo>
                              <a:lnTo>
                                <a:pt x="704983" y="1190498"/>
                              </a:lnTo>
                              <a:lnTo>
                                <a:pt x="704031" y="1196210"/>
                              </a:lnTo>
                              <a:lnTo>
                                <a:pt x="702761" y="1202556"/>
                              </a:lnTo>
                              <a:lnTo>
                                <a:pt x="702443" y="1208903"/>
                              </a:lnTo>
                              <a:lnTo>
                                <a:pt x="702125" y="1215249"/>
                              </a:lnTo>
                              <a:lnTo>
                                <a:pt x="702443" y="1222548"/>
                              </a:lnTo>
                              <a:lnTo>
                                <a:pt x="703078" y="1229529"/>
                              </a:lnTo>
                              <a:lnTo>
                                <a:pt x="704348" y="1236510"/>
                              </a:lnTo>
                              <a:lnTo>
                                <a:pt x="705619" y="1243174"/>
                              </a:lnTo>
                              <a:lnTo>
                                <a:pt x="707206" y="1249838"/>
                              </a:lnTo>
                              <a:lnTo>
                                <a:pt x="709112" y="1256819"/>
                              </a:lnTo>
                              <a:lnTo>
                                <a:pt x="711652" y="1263166"/>
                              </a:lnTo>
                              <a:lnTo>
                                <a:pt x="714193" y="1269512"/>
                              </a:lnTo>
                              <a:lnTo>
                                <a:pt x="717686" y="1275542"/>
                              </a:lnTo>
                              <a:lnTo>
                                <a:pt x="720861" y="1281571"/>
                              </a:lnTo>
                              <a:lnTo>
                                <a:pt x="724355" y="1287283"/>
                              </a:lnTo>
                              <a:lnTo>
                                <a:pt x="728483" y="1292995"/>
                              </a:lnTo>
                              <a:lnTo>
                                <a:pt x="732611" y="1298389"/>
                              </a:lnTo>
                              <a:lnTo>
                                <a:pt x="737057" y="1303784"/>
                              </a:lnTo>
                              <a:lnTo>
                                <a:pt x="742138" y="1308861"/>
                              </a:lnTo>
                              <a:lnTo>
                                <a:pt x="746901" y="1313304"/>
                              </a:lnTo>
                              <a:lnTo>
                                <a:pt x="672275" y="1874339"/>
                              </a:lnTo>
                              <a:lnTo>
                                <a:pt x="854237" y="2050773"/>
                              </a:lnTo>
                              <a:lnTo>
                                <a:pt x="1030800" y="1874339"/>
                              </a:lnTo>
                              <a:lnTo>
                                <a:pt x="956173" y="1313304"/>
                              </a:lnTo>
                              <a:lnTo>
                                <a:pt x="961572" y="1308544"/>
                              </a:lnTo>
                              <a:lnTo>
                                <a:pt x="966018" y="1303466"/>
                              </a:lnTo>
                              <a:lnTo>
                                <a:pt x="970781" y="1298072"/>
                              </a:lnTo>
                              <a:lnTo>
                                <a:pt x="974910" y="1292995"/>
                              </a:lnTo>
                              <a:lnTo>
                                <a:pt x="978720" y="1286965"/>
                              </a:lnTo>
                              <a:lnTo>
                                <a:pt x="982531" y="1281571"/>
                              </a:lnTo>
                              <a:lnTo>
                                <a:pt x="986024" y="1275224"/>
                              </a:lnTo>
                              <a:lnTo>
                                <a:pt x="988882" y="1269195"/>
                              </a:lnTo>
                              <a:lnTo>
                                <a:pt x="991423" y="1262849"/>
                              </a:lnTo>
                              <a:lnTo>
                                <a:pt x="994281" y="1256502"/>
                              </a:lnTo>
                              <a:lnTo>
                                <a:pt x="996186" y="1249838"/>
                              </a:lnTo>
                              <a:lnTo>
                                <a:pt x="997774" y="1243174"/>
                              </a:lnTo>
                              <a:lnTo>
                                <a:pt x="999044" y="1236510"/>
                              </a:lnTo>
                              <a:lnTo>
                                <a:pt x="999997" y="1229212"/>
                              </a:lnTo>
                              <a:lnTo>
                                <a:pt x="1000632" y="1222548"/>
                              </a:lnTo>
                              <a:lnTo>
                                <a:pt x="1000632" y="1215249"/>
                              </a:lnTo>
                              <a:lnTo>
                                <a:pt x="1000632" y="1208903"/>
                              </a:lnTo>
                              <a:lnTo>
                                <a:pt x="1000314" y="1203191"/>
                              </a:lnTo>
                              <a:lnTo>
                                <a:pt x="999679" y="1197479"/>
                              </a:lnTo>
                              <a:lnTo>
                                <a:pt x="998727" y="1191767"/>
                              </a:lnTo>
                              <a:lnTo>
                                <a:pt x="997456" y="1186055"/>
                              </a:lnTo>
                              <a:lnTo>
                                <a:pt x="996186" y="1180661"/>
                              </a:lnTo>
                              <a:lnTo>
                                <a:pt x="994598" y="1175266"/>
                              </a:lnTo>
                              <a:lnTo>
                                <a:pt x="992375" y="1169872"/>
                              </a:lnTo>
                              <a:lnTo>
                                <a:pt x="990152" y="1164794"/>
                              </a:lnTo>
                              <a:lnTo>
                                <a:pt x="987929" y="1159400"/>
                              </a:lnTo>
                              <a:lnTo>
                                <a:pt x="985389" y="1154640"/>
                              </a:lnTo>
                              <a:lnTo>
                                <a:pt x="982849" y="1149563"/>
                              </a:lnTo>
                              <a:lnTo>
                                <a:pt x="979355" y="1144803"/>
                              </a:lnTo>
                              <a:lnTo>
                                <a:pt x="976497" y="1139725"/>
                              </a:lnTo>
                              <a:lnTo>
                                <a:pt x="973004" y="1135283"/>
                              </a:lnTo>
                              <a:lnTo>
                                <a:pt x="969829" y="1130840"/>
                              </a:lnTo>
                              <a:lnTo>
                                <a:pt x="987612" y="1126398"/>
                              </a:lnTo>
                              <a:lnTo>
                                <a:pt x="1005713" y="1121320"/>
                              </a:lnTo>
                              <a:lnTo>
                                <a:pt x="1023496" y="1115609"/>
                              </a:lnTo>
                              <a:lnTo>
                                <a:pt x="1041280" y="1109262"/>
                              </a:lnTo>
                              <a:lnTo>
                                <a:pt x="1058428" y="1101963"/>
                              </a:lnTo>
                              <a:lnTo>
                                <a:pt x="1075576" y="1094665"/>
                              </a:lnTo>
                              <a:lnTo>
                                <a:pt x="1092089" y="1086097"/>
                              </a:lnTo>
                              <a:lnTo>
                                <a:pt x="1108602" y="1076895"/>
                              </a:lnTo>
                              <a:lnTo>
                                <a:pt x="1124480" y="1067375"/>
                              </a:lnTo>
                              <a:lnTo>
                                <a:pt x="1140041" y="1056903"/>
                              </a:lnTo>
                              <a:lnTo>
                                <a:pt x="1155601" y="1046114"/>
                              </a:lnTo>
                              <a:lnTo>
                                <a:pt x="1170209" y="1034690"/>
                              </a:lnTo>
                              <a:lnTo>
                                <a:pt x="1184817" y="1022632"/>
                              </a:lnTo>
                              <a:lnTo>
                                <a:pt x="1198472" y="1009938"/>
                              </a:lnTo>
                              <a:lnTo>
                                <a:pt x="1211809" y="996928"/>
                              </a:lnTo>
                              <a:lnTo>
                                <a:pt x="1225147" y="983283"/>
                              </a:lnTo>
                              <a:lnTo>
                                <a:pt x="1228640" y="979792"/>
                              </a:lnTo>
                              <a:lnTo>
                                <a:pt x="1232451" y="982966"/>
                              </a:lnTo>
                              <a:lnTo>
                                <a:pt x="1257220" y="1002005"/>
                              </a:lnTo>
                              <a:lnTo>
                                <a:pt x="1281037" y="1021680"/>
                              </a:lnTo>
                              <a:lnTo>
                                <a:pt x="1304537" y="1041989"/>
                              </a:lnTo>
                              <a:lnTo>
                                <a:pt x="1316604" y="1052143"/>
                              </a:lnTo>
                              <a:lnTo>
                                <a:pt x="1327719" y="1062615"/>
                              </a:lnTo>
                              <a:lnTo>
                                <a:pt x="1338833" y="1073404"/>
                              </a:lnTo>
                              <a:lnTo>
                                <a:pt x="1349948" y="1084193"/>
                              </a:lnTo>
                              <a:lnTo>
                                <a:pt x="1361062" y="1094982"/>
                              </a:lnTo>
                              <a:lnTo>
                                <a:pt x="1371860" y="1105771"/>
                              </a:lnTo>
                              <a:lnTo>
                                <a:pt x="1382339" y="1116561"/>
                              </a:lnTo>
                              <a:lnTo>
                                <a:pt x="1392818" y="1127984"/>
                              </a:lnTo>
                              <a:lnTo>
                                <a:pt x="1403298" y="1139408"/>
                              </a:lnTo>
                              <a:lnTo>
                                <a:pt x="1413460" y="1150832"/>
                              </a:lnTo>
                              <a:lnTo>
                                <a:pt x="1423304" y="1162573"/>
                              </a:lnTo>
                              <a:lnTo>
                                <a:pt x="1433149" y="1174314"/>
                              </a:lnTo>
                              <a:lnTo>
                                <a:pt x="1442675" y="1186373"/>
                              </a:lnTo>
                              <a:lnTo>
                                <a:pt x="1452202" y="1198748"/>
                              </a:lnTo>
                              <a:lnTo>
                                <a:pt x="1461411" y="1210807"/>
                              </a:lnTo>
                              <a:lnTo>
                                <a:pt x="1470621" y="1223183"/>
                              </a:lnTo>
                              <a:lnTo>
                                <a:pt x="1479830" y="1235876"/>
                              </a:lnTo>
                              <a:lnTo>
                                <a:pt x="1488404" y="1248569"/>
                              </a:lnTo>
                              <a:lnTo>
                                <a:pt x="1496978" y="1261262"/>
                              </a:lnTo>
                              <a:lnTo>
                                <a:pt x="1505552" y="1274272"/>
                              </a:lnTo>
                              <a:lnTo>
                                <a:pt x="1513809" y="1287600"/>
                              </a:lnTo>
                              <a:lnTo>
                                <a:pt x="1521748" y="1300611"/>
                              </a:lnTo>
                              <a:lnTo>
                                <a:pt x="1529687" y="1314573"/>
                              </a:lnTo>
                              <a:lnTo>
                                <a:pt x="1537308" y="1328218"/>
                              </a:lnTo>
                              <a:lnTo>
                                <a:pt x="1544930" y="1341863"/>
                              </a:lnTo>
                              <a:lnTo>
                                <a:pt x="1552234" y="1355826"/>
                              </a:lnTo>
                              <a:lnTo>
                                <a:pt x="1559537" y="1369788"/>
                              </a:lnTo>
                              <a:lnTo>
                                <a:pt x="1566206" y="1384385"/>
                              </a:lnTo>
                              <a:lnTo>
                                <a:pt x="1573193" y="1398982"/>
                              </a:lnTo>
                              <a:lnTo>
                                <a:pt x="1579544" y="1413579"/>
                              </a:lnTo>
                              <a:lnTo>
                                <a:pt x="1586213" y="1428176"/>
                              </a:lnTo>
                              <a:lnTo>
                                <a:pt x="1592246" y="1443725"/>
                              </a:lnTo>
                              <a:lnTo>
                                <a:pt x="1598280" y="1458640"/>
                              </a:lnTo>
                              <a:lnTo>
                                <a:pt x="1603996" y="1473871"/>
                              </a:lnTo>
                              <a:lnTo>
                                <a:pt x="1609712" y="1489738"/>
                              </a:lnTo>
                              <a:lnTo>
                                <a:pt x="1614793" y="1505287"/>
                              </a:lnTo>
                              <a:lnTo>
                                <a:pt x="1620191" y="1521153"/>
                              </a:lnTo>
                              <a:lnTo>
                                <a:pt x="1624955" y="1537337"/>
                              </a:lnTo>
                              <a:lnTo>
                                <a:pt x="1630036" y="1553521"/>
                              </a:lnTo>
                              <a:lnTo>
                                <a:pt x="1634482" y="1570339"/>
                              </a:lnTo>
                              <a:lnTo>
                                <a:pt x="1638610" y="1586840"/>
                              </a:lnTo>
                              <a:lnTo>
                                <a:pt x="1643056" y="1603976"/>
                              </a:lnTo>
                              <a:lnTo>
                                <a:pt x="1646867" y="1620794"/>
                              </a:lnTo>
                              <a:lnTo>
                                <a:pt x="1650677" y="1637930"/>
                              </a:lnTo>
                              <a:lnTo>
                                <a:pt x="1654170" y="1655383"/>
                              </a:lnTo>
                              <a:lnTo>
                                <a:pt x="1657664" y="1673153"/>
                              </a:lnTo>
                              <a:lnTo>
                                <a:pt x="1660522" y="1690923"/>
                              </a:lnTo>
                              <a:lnTo>
                                <a:pt x="1663697" y="1709011"/>
                              </a:lnTo>
                              <a:lnTo>
                                <a:pt x="1666238" y="1727099"/>
                              </a:lnTo>
                              <a:lnTo>
                                <a:pt x="1668461" y="1745821"/>
                              </a:lnTo>
                              <a:lnTo>
                                <a:pt x="1670684" y="1764226"/>
                              </a:lnTo>
                              <a:lnTo>
                                <a:pt x="1672589" y="1783266"/>
                              </a:lnTo>
                              <a:lnTo>
                                <a:pt x="1674177" y="1802305"/>
                              </a:lnTo>
                              <a:lnTo>
                                <a:pt x="1676082" y="1821345"/>
                              </a:lnTo>
                              <a:lnTo>
                                <a:pt x="1677352" y="1841019"/>
                              </a:lnTo>
                              <a:lnTo>
                                <a:pt x="1678305" y="1860694"/>
                              </a:lnTo>
                              <a:lnTo>
                                <a:pt x="1679258" y="1880368"/>
                              </a:lnTo>
                              <a:lnTo>
                                <a:pt x="1679575" y="1900677"/>
                              </a:lnTo>
                              <a:lnTo>
                                <a:pt x="1679575" y="1903850"/>
                              </a:lnTo>
                              <a:lnTo>
                                <a:pt x="1677035" y="1905437"/>
                              </a:lnTo>
                              <a:lnTo>
                                <a:pt x="1653853" y="1918765"/>
                              </a:lnTo>
                              <a:lnTo>
                                <a:pt x="1630353" y="1931775"/>
                              </a:lnTo>
                              <a:lnTo>
                                <a:pt x="1606854" y="1944151"/>
                              </a:lnTo>
                              <a:lnTo>
                                <a:pt x="1583037" y="1956209"/>
                              </a:lnTo>
                              <a:lnTo>
                                <a:pt x="1558902" y="1967950"/>
                              </a:lnTo>
                              <a:lnTo>
                                <a:pt x="1534768" y="1979374"/>
                              </a:lnTo>
                              <a:lnTo>
                                <a:pt x="1510316" y="1990163"/>
                              </a:lnTo>
                              <a:lnTo>
                                <a:pt x="1485864" y="2000635"/>
                              </a:lnTo>
                              <a:lnTo>
                                <a:pt x="1461411" y="2010790"/>
                              </a:lnTo>
                              <a:lnTo>
                                <a:pt x="1436642" y="2020627"/>
                              </a:lnTo>
                              <a:lnTo>
                                <a:pt x="1411872" y="2029512"/>
                              </a:lnTo>
                              <a:lnTo>
                                <a:pt x="1386785" y="2038397"/>
                              </a:lnTo>
                              <a:lnTo>
                                <a:pt x="1361380" y="2046965"/>
                              </a:lnTo>
                              <a:lnTo>
                                <a:pt x="1335975" y="2054581"/>
                              </a:lnTo>
                              <a:lnTo>
                                <a:pt x="1310570" y="2062514"/>
                              </a:lnTo>
                              <a:lnTo>
                                <a:pt x="1285166" y="2069495"/>
                              </a:lnTo>
                              <a:lnTo>
                                <a:pt x="1259443" y="2076159"/>
                              </a:lnTo>
                              <a:lnTo>
                                <a:pt x="1233403" y="2082506"/>
                              </a:lnTo>
                              <a:lnTo>
                                <a:pt x="1207681" y="2088535"/>
                              </a:lnTo>
                              <a:lnTo>
                                <a:pt x="1181959" y="2093929"/>
                              </a:lnTo>
                              <a:lnTo>
                                <a:pt x="1155919" y="2099007"/>
                              </a:lnTo>
                              <a:lnTo>
                                <a:pt x="1129561" y="2103767"/>
                              </a:lnTo>
                              <a:lnTo>
                                <a:pt x="1103204" y="2107892"/>
                              </a:lnTo>
                              <a:lnTo>
                                <a:pt x="1077164" y="2111382"/>
                              </a:lnTo>
                              <a:lnTo>
                                <a:pt x="1050806" y="2114873"/>
                              </a:lnTo>
                              <a:lnTo>
                                <a:pt x="1024131" y="2117729"/>
                              </a:lnTo>
                              <a:lnTo>
                                <a:pt x="997774" y="2119950"/>
                              </a:lnTo>
                              <a:lnTo>
                                <a:pt x="971099" y="2121854"/>
                              </a:lnTo>
                              <a:lnTo>
                                <a:pt x="944424" y="2123441"/>
                              </a:lnTo>
                              <a:lnTo>
                                <a:pt x="917749" y="2125028"/>
                              </a:lnTo>
                              <a:lnTo>
                                <a:pt x="891074" y="2125662"/>
                              </a:lnTo>
                              <a:lnTo>
                                <a:pt x="864399" y="2125662"/>
                              </a:lnTo>
                              <a:lnTo>
                                <a:pt x="835818" y="2125662"/>
                              </a:lnTo>
                              <a:lnTo>
                                <a:pt x="807238" y="2124710"/>
                              </a:lnTo>
                              <a:lnTo>
                                <a:pt x="778657" y="2123124"/>
                              </a:lnTo>
                              <a:lnTo>
                                <a:pt x="750395" y="2121537"/>
                              </a:lnTo>
                              <a:lnTo>
                                <a:pt x="722132" y="2119316"/>
                              </a:lnTo>
                              <a:lnTo>
                                <a:pt x="693869" y="2116777"/>
                              </a:lnTo>
                              <a:lnTo>
                                <a:pt x="665606" y="2113604"/>
                              </a:lnTo>
                              <a:lnTo>
                                <a:pt x="637661" y="2109478"/>
                              </a:lnTo>
                              <a:lnTo>
                                <a:pt x="609398" y="2105353"/>
                              </a:lnTo>
                              <a:lnTo>
                                <a:pt x="581453" y="2100593"/>
                              </a:lnTo>
                              <a:lnTo>
                                <a:pt x="553825" y="2095199"/>
                              </a:lnTo>
                              <a:lnTo>
                                <a:pt x="525880" y="2089487"/>
                              </a:lnTo>
                              <a:lnTo>
                                <a:pt x="498252" y="2083458"/>
                              </a:lnTo>
                              <a:lnTo>
                                <a:pt x="470624" y="2076476"/>
                              </a:lnTo>
                              <a:lnTo>
                                <a:pt x="443314" y="2069495"/>
                              </a:lnTo>
                              <a:lnTo>
                                <a:pt x="416321" y="2061879"/>
                              </a:lnTo>
                              <a:lnTo>
                                <a:pt x="389011" y="2053629"/>
                              </a:lnTo>
                              <a:lnTo>
                                <a:pt x="362019" y="2045378"/>
                              </a:lnTo>
                              <a:lnTo>
                                <a:pt x="335343" y="2036176"/>
                              </a:lnTo>
                              <a:lnTo>
                                <a:pt x="308668" y="2026656"/>
                              </a:lnTo>
                              <a:lnTo>
                                <a:pt x="282311" y="2016502"/>
                              </a:lnTo>
                              <a:lnTo>
                                <a:pt x="255953" y="2006030"/>
                              </a:lnTo>
                              <a:lnTo>
                                <a:pt x="229913" y="1994923"/>
                              </a:lnTo>
                              <a:lnTo>
                                <a:pt x="203556" y="1983499"/>
                              </a:lnTo>
                              <a:lnTo>
                                <a:pt x="177833" y="1971441"/>
                              </a:lnTo>
                              <a:lnTo>
                                <a:pt x="152429" y="1959065"/>
                              </a:lnTo>
                              <a:lnTo>
                                <a:pt x="127024" y="1946372"/>
                              </a:lnTo>
                              <a:lnTo>
                                <a:pt x="101619" y="1933044"/>
                              </a:lnTo>
                              <a:lnTo>
                                <a:pt x="76532" y="1919399"/>
                              </a:lnTo>
                              <a:lnTo>
                                <a:pt x="51762" y="1905437"/>
                              </a:lnTo>
                              <a:lnTo>
                                <a:pt x="27310" y="1890523"/>
                              </a:lnTo>
                              <a:lnTo>
                                <a:pt x="2858" y="1875291"/>
                              </a:lnTo>
                              <a:lnTo>
                                <a:pt x="0" y="1888301"/>
                              </a:lnTo>
                              <a:lnTo>
                                <a:pt x="0" y="1870531"/>
                              </a:lnTo>
                              <a:lnTo>
                                <a:pt x="952" y="1850222"/>
                              </a:lnTo>
                              <a:lnTo>
                                <a:pt x="2223" y="1829913"/>
                              </a:lnTo>
                              <a:lnTo>
                                <a:pt x="3493" y="1809604"/>
                              </a:lnTo>
                              <a:lnTo>
                                <a:pt x="5398" y="1790247"/>
                              </a:lnTo>
                              <a:lnTo>
                                <a:pt x="6986" y="1770573"/>
                              </a:lnTo>
                              <a:lnTo>
                                <a:pt x="9209" y="1750898"/>
                              </a:lnTo>
                              <a:lnTo>
                                <a:pt x="11749" y="1732176"/>
                              </a:lnTo>
                              <a:lnTo>
                                <a:pt x="14290" y="1713136"/>
                              </a:lnTo>
                              <a:lnTo>
                                <a:pt x="17148" y="1694414"/>
                              </a:lnTo>
                              <a:lnTo>
                                <a:pt x="20006" y="1676009"/>
                              </a:lnTo>
                              <a:lnTo>
                                <a:pt x="23499" y="1657604"/>
                              </a:lnTo>
                              <a:lnTo>
                                <a:pt x="26992" y="1639834"/>
                              </a:lnTo>
                              <a:lnTo>
                                <a:pt x="30486" y="1621746"/>
                              </a:lnTo>
                              <a:lnTo>
                                <a:pt x="34931" y="1604293"/>
                              </a:lnTo>
                              <a:lnTo>
                                <a:pt x="38742" y="1586840"/>
                              </a:lnTo>
                              <a:lnTo>
                                <a:pt x="43188" y="1569704"/>
                              </a:lnTo>
                              <a:lnTo>
                                <a:pt x="47951" y="1552569"/>
                              </a:lnTo>
                              <a:lnTo>
                                <a:pt x="52715" y="1536068"/>
                              </a:lnTo>
                              <a:lnTo>
                                <a:pt x="57796" y="1519249"/>
                              </a:lnTo>
                              <a:lnTo>
                                <a:pt x="62877" y="1503066"/>
                              </a:lnTo>
                              <a:lnTo>
                                <a:pt x="68593" y="1486564"/>
                              </a:lnTo>
                              <a:lnTo>
                                <a:pt x="73991" y="1470698"/>
                              </a:lnTo>
                              <a:lnTo>
                                <a:pt x="80025" y="1455149"/>
                              </a:lnTo>
                              <a:lnTo>
                                <a:pt x="86059" y="1439283"/>
                              </a:lnTo>
                              <a:lnTo>
                                <a:pt x="92410" y="1424051"/>
                              </a:lnTo>
                              <a:lnTo>
                                <a:pt x="98761" y="1409137"/>
                              </a:lnTo>
                              <a:lnTo>
                                <a:pt x="105430" y="1393905"/>
                              </a:lnTo>
                              <a:lnTo>
                                <a:pt x="112098" y="1378990"/>
                              </a:lnTo>
                              <a:lnTo>
                                <a:pt x="119402" y="1364393"/>
                              </a:lnTo>
                              <a:lnTo>
                                <a:pt x="126706" y="1350114"/>
                              </a:lnTo>
                              <a:lnTo>
                                <a:pt x="134010" y="1335834"/>
                              </a:lnTo>
                              <a:lnTo>
                                <a:pt x="141632" y="1321871"/>
                              </a:lnTo>
                              <a:lnTo>
                                <a:pt x="149571" y="1307909"/>
                              </a:lnTo>
                              <a:lnTo>
                                <a:pt x="157510" y="1294264"/>
                              </a:lnTo>
                              <a:lnTo>
                                <a:pt x="165766" y="1280936"/>
                              </a:lnTo>
                              <a:lnTo>
                                <a:pt x="174023" y="1267291"/>
                              </a:lnTo>
                              <a:lnTo>
                                <a:pt x="182597" y="1253963"/>
                              </a:lnTo>
                              <a:lnTo>
                                <a:pt x="191171" y="1241270"/>
                              </a:lnTo>
                              <a:lnTo>
                                <a:pt x="200380" y="1228260"/>
                              </a:lnTo>
                              <a:lnTo>
                                <a:pt x="209589" y="1215884"/>
                              </a:lnTo>
                              <a:lnTo>
                                <a:pt x="218799" y="1203191"/>
                              </a:lnTo>
                              <a:lnTo>
                                <a:pt x="228008" y="1191133"/>
                              </a:lnTo>
                              <a:lnTo>
                                <a:pt x="237852" y="1178757"/>
                              </a:lnTo>
                              <a:lnTo>
                                <a:pt x="247697" y="1167016"/>
                              </a:lnTo>
                              <a:lnTo>
                                <a:pt x="257541" y="1155275"/>
                              </a:lnTo>
                              <a:lnTo>
                                <a:pt x="267703" y="1143533"/>
                              </a:lnTo>
                              <a:lnTo>
                                <a:pt x="278182" y="1132110"/>
                              </a:lnTo>
                              <a:lnTo>
                                <a:pt x="288662" y="1120686"/>
                              </a:lnTo>
                              <a:lnTo>
                                <a:pt x="298824" y="1109579"/>
                              </a:lnTo>
                              <a:lnTo>
                                <a:pt x="309938" y="1098473"/>
                              </a:lnTo>
                              <a:lnTo>
                                <a:pt x="320735" y="1087684"/>
                              </a:lnTo>
                              <a:lnTo>
                                <a:pt x="331850" y="1076895"/>
                              </a:lnTo>
                              <a:lnTo>
                                <a:pt x="343282" y="1066423"/>
                              </a:lnTo>
                              <a:lnTo>
                                <a:pt x="354715" y="1055951"/>
                              </a:lnTo>
                              <a:lnTo>
                                <a:pt x="366147" y="1045797"/>
                              </a:lnTo>
                              <a:lnTo>
                                <a:pt x="377897" y="1035642"/>
                              </a:lnTo>
                              <a:lnTo>
                                <a:pt x="389964" y="1025805"/>
                              </a:lnTo>
                              <a:lnTo>
                                <a:pt x="401714" y="1015968"/>
                              </a:lnTo>
                              <a:lnTo>
                                <a:pt x="414099" y="1006448"/>
                              </a:lnTo>
                              <a:lnTo>
                                <a:pt x="426801" y="996928"/>
                              </a:lnTo>
                              <a:lnTo>
                                <a:pt x="439186" y="987408"/>
                              </a:lnTo>
                              <a:lnTo>
                                <a:pt x="451571" y="977888"/>
                              </a:lnTo>
                              <a:lnTo>
                                <a:pt x="477293" y="960118"/>
                              </a:lnTo>
                              <a:lnTo>
                                <a:pt x="481421" y="957262"/>
                              </a:lnTo>
                              <a:close/>
                              <a:moveTo>
                                <a:pt x="839471" y="0"/>
                              </a:moveTo>
                              <a:lnTo>
                                <a:pt x="852171" y="0"/>
                              </a:lnTo>
                              <a:lnTo>
                                <a:pt x="865506" y="0"/>
                              </a:lnTo>
                              <a:lnTo>
                                <a:pt x="878206" y="636"/>
                              </a:lnTo>
                              <a:lnTo>
                                <a:pt x="890906" y="1271"/>
                              </a:lnTo>
                              <a:lnTo>
                                <a:pt x="903288" y="2542"/>
                              </a:lnTo>
                              <a:lnTo>
                                <a:pt x="915988" y="3813"/>
                              </a:lnTo>
                              <a:lnTo>
                                <a:pt x="928371" y="5719"/>
                              </a:lnTo>
                              <a:lnTo>
                                <a:pt x="940436" y="7943"/>
                              </a:lnTo>
                              <a:lnTo>
                                <a:pt x="952818" y="10167"/>
                              </a:lnTo>
                              <a:lnTo>
                                <a:pt x="964883" y="12708"/>
                              </a:lnTo>
                              <a:lnTo>
                                <a:pt x="976631" y="15568"/>
                              </a:lnTo>
                              <a:lnTo>
                                <a:pt x="988696" y="19062"/>
                              </a:lnTo>
                              <a:lnTo>
                                <a:pt x="1000443" y="22239"/>
                              </a:lnTo>
                              <a:lnTo>
                                <a:pt x="1011873" y="26052"/>
                              </a:lnTo>
                              <a:lnTo>
                                <a:pt x="1023621" y="30182"/>
                              </a:lnTo>
                              <a:lnTo>
                                <a:pt x="1034733" y="34630"/>
                              </a:lnTo>
                              <a:lnTo>
                                <a:pt x="1046163" y="39395"/>
                              </a:lnTo>
                              <a:lnTo>
                                <a:pt x="1057276" y="44161"/>
                              </a:lnTo>
                              <a:lnTo>
                                <a:pt x="1068388" y="48926"/>
                              </a:lnTo>
                              <a:lnTo>
                                <a:pt x="1079183" y="54645"/>
                              </a:lnTo>
                              <a:lnTo>
                                <a:pt x="1089661" y="60046"/>
                              </a:lnTo>
                              <a:lnTo>
                                <a:pt x="1100456" y="66082"/>
                              </a:lnTo>
                              <a:lnTo>
                                <a:pt x="1110616" y="72119"/>
                              </a:lnTo>
                              <a:lnTo>
                                <a:pt x="1120776" y="78790"/>
                              </a:lnTo>
                              <a:lnTo>
                                <a:pt x="1130936" y="85462"/>
                              </a:lnTo>
                              <a:lnTo>
                                <a:pt x="1140461" y="92134"/>
                              </a:lnTo>
                              <a:lnTo>
                                <a:pt x="1150303" y="99123"/>
                              </a:lnTo>
                              <a:lnTo>
                                <a:pt x="1159828" y="106430"/>
                              </a:lnTo>
                              <a:lnTo>
                                <a:pt x="1169353" y="114055"/>
                              </a:lnTo>
                              <a:lnTo>
                                <a:pt x="1178561" y="121680"/>
                              </a:lnTo>
                              <a:lnTo>
                                <a:pt x="1187133" y="129623"/>
                              </a:lnTo>
                              <a:lnTo>
                                <a:pt x="1196023" y="137883"/>
                              </a:lnTo>
                              <a:lnTo>
                                <a:pt x="1204596" y="146143"/>
                              </a:lnTo>
                              <a:lnTo>
                                <a:pt x="1213168" y="155039"/>
                              </a:lnTo>
                              <a:lnTo>
                                <a:pt x="1221106" y="163299"/>
                              </a:lnTo>
                              <a:lnTo>
                                <a:pt x="1229043" y="172513"/>
                              </a:lnTo>
                              <a:lnTo>
                                <a:pt x="1236981" y="181726"/>
                              </a:lnTo>
                              <a:lnTo>
                                <a:pt x="1244283" y="190939"/>
                              </a:lnTo>
                              <a:lnTo>
                                <a:pt x="1251586" y="200153"/>
                              </a:lnTo>
                              <a:lnTo>
                                <a:pt x="1258888" y="210001"/>
                              </a:lnTo>
                              <a:lnTo>
                                <a:pt x="1265556" y="219850"/>
                              </a:lnTo>
                              <a:lnTo>
                                <a:pt x="1272223" y="230017"/>
                              </a:lnTo>
                              <a:lnTo>
                                <a:pt x="1278256" y="240183"/>
                              </a:lnTo>
                              <a:lnTo>
                                <a:pt x="1284606" y="250667"/>
                              </a:lnTo>
                              <a:lnTo>
                                <a:pt x="1290321" y="261151"/>
                              </a:lnTo>
                              <a:lnTo>
                                <a:pt x="1296353" y="271953"/>
                              </a:lnTo>
                              <a:lnTo>
                                <a:pt x="1301433" y="282755"/>
                              </a:lnTo>
                              <a:lnTo>
                                <a:pt x="1306831" y="293239"/>
                              </a:lnTo>
                              <a:lnTo>
                                <a:pt x="1311593" y="304359"/>
                              </a:lnTo>
                              <a:lnTo>
                                <a:pt x="1316356" y="315796"/>
                              </a:lnTo>
                              <a:lnTo>
                                <a:pt x="1320483" y="327234"/>
                              </a:lnTo>
                              <a:lnTo>
                                <a:pt x="1324293" y="338671"/>
                              </a:lnTo>
                              <a:lnTo>
                                <a:pt x="1328421" y="350426"/>
                              </a:lnTo>
                              <a:lnTo>
                                <a:pt x="1331913" y="362181"/>
                              </a:lnTo>
                              <a:lnTo>
                                <a:pt x="1335088" y="373936"/>
                              </a:lnTo>
                              <a:lnTo>
                                <a:pt x="1337946" y="386009"/>
                              </a:lnTo>
                              <a:lnTo>
                                <a:pt x="1340803" y="398081"/>
                              </a:lnTo>
                              <a:lnTo>
                                <a:pt x="1343026" y="410472"/>
                              </a:lnTo>
                              <a:lnTo>
                                <a:pt x="1344931" y="422862"/>
                              </a:lnTo>
                              <a:lnTo>
                                <a:pt x="1346518" y="435252"/>
                              </a:lnTo>
                              <a:lnTo>
                                <a:pt x="1348106" y="447643"/>
                              </a:lnTo>
                              <a:lnTo>
                                <a:pt x="1349058" y="460033"/>
                              </a:lnTo>
                              <a:lnTo>
                                <a:pt x="1350011" y="472741"/>
                              </a:lnTo>
                              <a:lnTo>
                                <a:pt x="1350646" y="485449"/>
                              </a:lnTo>
                              <a:lnTo>
                                <a:pt x="1350963" y="498475"/>
                              </a:lnTo>
                              <a:lnTo>
                                <a:pt x="1350646" y="513407"/>
                              </a:lnTo>
                              <a:lnTo>
                                <a:pt x="1349693" y="528975"/>
                              </a:lnTo>
                              <a:lnTo>
                                <a:pt x="1348423" y="543907"/>
                              </a:lnTo>
                              <a:lnTo>
                                <a:pt x="1347153" y="558521"/>
                              </a:lnTo>
                              <a:lnTo>
                                <a:pt x="1345248" y="573453"/>
                              </a:lnTo>
                              <a:lnTo>
                                <a:pt x="1342708" y="588067"/>
                              </a:lnTo>
                              <a:lnTo>
                                <a:pt x="1339851" y="602682"/>
                              </a:lnTo>
                              <a:lnTo>
                                <a:pt x="1336358" y="616660"/>
                              </a:lnTo>
                              <a:lnTo>
                                <a:pt x="1332866" y="631275"/>
                              </a:lnTo>
                              <a:lnTo>
                                <a:pt x="1328738" y="645254"/>
                              </a:lnTo>
                              <a:lnTo>
                                <a:pt x="1324293" y="658915"/>
                              </a:lnTo>
                              <a:lnTo>
                                <a:pt x="1319531" y="672576"/>
                              </a:lnTo>
                              <a:lnTo>
                                <a:pt x="1314133" y="685920"/>
                              </a:lnTo>
                              <a:lnTo>
                                <a:pt x="1308418" y="699263"/>
                              </a:lnTo>
                              <a:lnTo>
                                <a:pt x="1302386" y="712607"/>
                              </a:lnTo>
                              <a:lnTo>
                                <a:pt x="1296353" y="725315"/>
                              </a:lnTo>
                              <a:lnTo>
                                <a:pt x="1289368" y="738023"/>
                              </a:lnTo>
                              <a:lnTo>
                                <a:pt x="1282383" y="750413"/>
                              </a:lnTo>
                              <a:lnTo>
                                <a:pt x="1275081" y="762486"/>
                              </a:lnTo>
                              <a:lnTo>
                                <a:pt x="1267143" y="774559"/>
                              </a:lnTo>
                              <a:lnTo>
                                <a:pt x="1259206" y="786313"/>
                              </a:lnTo>
                              <a:lnTo>
                                <a:pt x="1250633" y="797751"/>
                              </a:lnTo>
                              <a:lnTo>
                                <a:pt x="1242061" y="809188"/>
                              </a:lnTo>
                              <a:lnTo>
                                <a:pt x="1232853" y="819990"/>
                              </a:lnTo>
                              <a:lnTo>
                                <a:pt x="1223963" y="830792"/>
                              </a:lnTo>
                              <a:lnTo>
                                <a:pt x="1214121" y="841276"/>
                              </a:lnTo>
                              <a:lnTo>
                                <a:pt x="1204278" y="851442"/>
                              </a:lnTo>
                              <a:lnTo>
                                <a:pt x="1193801" y="860974"/>
                              </a:lnTo>
                              <a:lnTo>
                                <a:pt x="1183323" y="870822"/>
                              </a:lnTo>
                              <a:lnTo>
                                <a:pt x="1172528" y="880036"/>
                              </a:lnTo>
                              <a:lnTo>
                                <a:pt x="1161733" y="889249"/>
                              </a:lnTo>
                              <a:lnTo>
                                <a:pt x="1150303" y="897827"/>
                              </a:lnTo>
                              <a:lnTo>
                                <a:pt x="1134746" y="909264"/>
                              </a:lnTo>
                              <a:lnTo>
                                <a:pt x="1118236" y="920066"/>
                              </a:lnTo>
                              <a:lnTo>
                                <a:pt x="1101408" y="929915"/>
                              </a:lnTo>
                              <a:lnTo>
                                <a:pt x="1084581" y="939446"/>
                              </a:lnTo>
                              <a:lnTo>
                                <a:pt x="1066801" y="948342"/>
                              </a:lnTo>
                              <a:lnTo>
                                <a:pt x="1048703" y="956602"/>
                              </a:lnTo>
                              <a:lnTo>
                                <a:pt x="1040131" y="960414"/>
                              </a:lnTo>
                              <a:lnTo>
                                <a:pt x="1030606" y="963909"/>
                              </a:lnTo>
                              <a:lnTo>
                                <a:pt x="1021398" y="967722"/>
                              </a:lnTo>
                              <a:lnTo>
                                <a:pt x="1011873" y="970899"/>
                              </a:lnTo>
                              <a:lnTo>
                                <a:pt x="1002348" y="973758"/>
                              </a:lnTo>
                              <a:lnTo>
                                <a:pt x="993141" y="976617"/>
                              </a:lnTo>
                              <a:lnTo>
                                <a:pt x="983616" y="979794"/>
                              </a:lnTo>
                              <a:lnTo>
                                <a:pt x="973773" y="982018"/>
                              </a:lnTo>
                              <a:lnTo>
                                <a:pt x="963931" y="984560"/>
                              </a:lnTo>
                              <a:lnTo>
                                <a:pt x="954088" y="986466"/>
                              </a:lnTo>
                              <a:lnTo>
                                <a:pt x="944246" y="988372"/>
                              </a:lnTo>
                              <a:lnTo>
                                <a:pt x="934403" y="990596"/>
                              </a:lnTo>
                              <a:lnTo>
                                <a:pt x="924561" y="991867"/>
                              </a:lnTo>
                              <a:lnTo>
                                <a:pt x="914401" y="993455"/>
                              </a:lnTo>
                              <a:lnTo>
                                <a:pt x="904241" y="994409"/>
                              </a:lnTo>
                              <a:lnTo>
                                <a:pt x="893763" y="995362"/>
                              </a:lnTo>
                              <a:lnTo>
                                <a:pt x="883603" y="995997"/>
                              </a:lnTo>
                              <a:lnTo>
                                <a:pt x="873126" y="996632"/>
                              </a:lnTo>
                              <a:lnTo>
                                <a:pt x="862648" y="996950"/>
                              </a:lnTo>
                              <a:lnTo>
                                <a:pt x="852171" y="996950"/>
                              </a:lnTo>
                              <a:lnTo>
                                <a:pt x="840423" y="996950"/>
                              </a:lnTo>
                              <a:lnTo>
                                <a:pt x="828358" y="996315"/>
                              </a:lnTo>
                              <a:lnTo>
                                <a:pt x="816293" y="995679"/>
                              </a:lnTo>
                              <a:lnTo>
                                <a:pt x="804546" y="994726"/>
                              </a:lnTo>
                              <a:lnTo>
                                <a:pt x="792798" y="993455"/>
                              </a:lnTo>
                              <a:lnTo>
                                <a:pt x="781368" y="992185"/>
                              </a:lnTo>
                              <a:lnTo>
                                <a:pt x="769621" y="990278"/>
                              </a:lnTo>
                              <a:lnTo>
                                <a:pt x="758191" y="988054"/>
                              </a:lnTo>
                              <a:lnTo>
                                <a:pt x="746761" y="985831"/>
                              </a:lnTo>
                              <a:lnTo>
                                <a:pt x="735331" y="983289"/>
                              </a:lnTo>
                              <a:lnTo>
                                <a:pt x="724218" y="980430"/>
                              </a:lnTo>
                              <a:lnTo>
                                <a:pt x="713106" y="977253"/>
                              </a:lnTo>
                              <a:lnTo>
                                <a:pt x="702311" y="973758"/>
                              </a:lnTo>
                              <a:lnTo>
                                <a:pt x="691198" y="970263"/>
                              </a:lnTo>
                              <a:lnTo>
                                <a:pt x="680721" y="966768"/>
                              </a:lnTo>
                              <a:lnTo>
                                <a:pt x="670243" y="962321"/>
                              </a:lnTo>
                              <a:lnTo>
                                <a:pt x="659448" y="958190"/>
                              </a:lnTo>
                              <a:lnTo>
                                <a:pt x="648971" y="953425"/>
                              </a:lnTo>
                              <a:lnTo>
                                <a:pt x="638811" y="948659"/>
                              </a:lnTo>
                              <a:lnTo>
                                <a:pt x="628651" y="943894"/>
                              </a:lnTo>
                              <a:lnTo>
                                <a:pt x="618491" y="938493"/>
                              </a:lnTo>
                              <a:lnTo>
                                <a:pt x="608648" y="933410"/>
                              </a:lnTo>
                              <a:lnTo>
                                <a:pt x="599123" y="927373"/>
                              </a:lnTo>
                              <a:lnTo>
                                <a:pt x="589281" y="921655"/>
                              </a:lnTo>
                              <a:lnTo>
                                <a:pt x="579756" y="915618"/>
                              </a:lnTo>
                              <a:lnTo>
                                <a:pt x="570548" y="909264"/>
                              </a:lnTo>
                              <a:lnTo>
                                <a:pt x="561023" y="902910"/>
                              </a:lnTo>
                              <a:lnTo>
                                <a:pt x="552133" y="895921"/>
                              </a:lnTo>
                              <a:lnTo>
                                <a:pt x="543561" y="889249"/>
                              </a:lnTo>
                              <a:lnTo>
                                <a:pt x="534671" y="881942"/>
                              </a:lnTo>
                              <a:lnTo>
                                <a:pt x="526098" y="874952"/>
                              </a:lnTo>
                              <a:lnTo>
                                <a:pt x="517526" y="867328"/>
                              </a:lnTo>
                              <a:lnTo>
                                <a:pt x="508318" y="858750"/>
                              </a:lnTo>
                              <a:lnTo>
                                <a:pt x="499428" y="849854"/>
                              </a:lnTo>
                              <a:lnTo>
                                <a:pt x="490538" y="840958"/>
                              </a:lnTo>
                              <a:lnTo>
                                <a:pt x="481648" y="831427"/>
                              </a:lnTo>
                              <a:lnTo>
                                <a:pt x="473711" y="821896"/>
                              </a:lnTo>
                              <a:lnTo>
                                <a:pt x="465456" y="812047"/>
                              </a:lnTo>
                              <a:lnTo>
                                <a:pt x="457518" y="801881"/>
                              </a:lnTo>
                              <a:lnTo>
                                <a:pt x="449898" y="791714"/>
                              </a:lnTo>
                              <a:lnTo>
                                <a:pt x="442596" y="781548"/>
                              </a:lnTo>
                              <a:lnTo>
                                <a:pt x="435293" y="770746"/>
                              </a:lnTo>
                              <a:lnTo>
                                <a:pt x="428626" y="759944"/>
                              </a:lnTo>
                              <a:lnTo>
                                <a:pt x="421958" y="749142"/>
                              </a:lnTo>
                              <a:lnTo>
                                <a:pt x="415608" y="738023"/>
                              </a:lnTo>
                              <a:lnTo>
                                <a:pt x="409576" y="726585"/>
                              </a:lnTo>
                              <a:lnTo>
                                <a:pt x="403861" y="715148"/>
                              </a:lnTo>
                              <a:lnTo>
                                <a:pt x="398463" y="703393"/>
                              </a:lnTo>
                              <a:lnTo>
                                <a:pt x="393383" y="691638"/>
                              </a:lnTo>
                              <a:lnTo>
                                <a:pt x="388303" y="679566"/>
                              </a:lnTo>
                              <a:lnTo>
                                <a:pt x="383858" y="667493"/>
                              </a:lnTo>
                              <a:lnTo>
                                <a:pt x="379731" y="655420"/>
                              </a:lnTo>
                              <a:lnTo>
                                <a:pt x="375603" y="643030"/>
                              </a:lnTo>
                              <a:lnTo>
                                <a:pt x="372111" y="630322"/>
                              </a:lnTo>
                              <a:lnTo>
                                <a:pt x="368936" y="617614"/>
                              </a:lnTo>
                              <a:lnTo>
                                <a:pt x="365443" y="604588"/>
                              </a:lnTo>
                              <a:lnTo>
                                <a:pt x="362903" y="591880"/>
                              </a:lnTo>
                              <a:lnTo>
                                <a:pt x="360681" y="578854"/>
                              </a:lnTo>
                              <a:lnTo>
                                <a:pt x="358776" y="565828"/>
                              </a:lnTo>
                              <a:lnTo>
                                <a:pt x="357188" y="552485"/>
                              </a:lnTo>
                              <a:lnTo>
                                <a:pt x="355601" y="539141"/>
                              </a:lnTo>
                              <a:lnTo>
                                <a:pt x="354648" y="525480"/>
                              </a:lnTo>
                              <a:lnTo>
                                <a:pt x="354331" y="511819"/>
                              </a:lnTo>
                              <a:lnTo>
                                <a:pt x="354013" y="498475"/>
                              </a:lnTo>
                              <a:lnTo>
                                <a:pt x="354331" y="485449"/>
                              </a:lnTo>
                              <a:lnTo>
                                <a:pt x="354648" y="472741"/>
                              </a:lnTo>
                              <a:lnTo>
                                <a:pt x="355601" y="460033"/>
                              </a:lnTo>
                              <a:lnTo>
                                <a:pt x="356871" y="447643"/>
                              </a:lnTo>
                              <a:lnTo>
                                <a:pt x="358141" y="434935"/>
                              </a:lnTo>
                              <a:lnTo>
                                <a:pt x="360046" y="422544"/>
                              </a:lnTo>
                              <a:lnTo>
                                <a:pt x="361951" y="410472"/>
                              </a:lnTo>
                              <a:lnTo>
                                <a:pt x="364173" y="397763"/>
                              </a:lnTo>
                              <a:lnTo>
                                <a:pt x="366713" y="385691"/>
                              </a:lnTo>
                              <a:lnTo>
                                <a:pt x="369888" y="373936"/>
                              </a:lnTo>
                              <a:lnTo>
                                <a:pt x="373063" y="361863"/>
                              </a:lnTo>
                              <a:lnTo>
                                <a:pt x="376556" y="350108"/>
                              </a:lnTo>
                              <a:lnTo>
                                <a:pt x="380683" y="338671"/>
                              </a:lnTo>
                              <a:lnTo>
                                <a:pt x="384493" y="326916"/>
                              </a:lnTo>
                              <a:lnTo>
                                <a:pt x="388621" y="315796"/>
                              </a:lnTo>
                              <a:lnTo>
                                <a:pt x="393383" y="304359"/>
                              </a:lnTo>
                              <a:lnTo>
                                <a:pt x="398146" y="293239"/>
                              </a:lnTo>
                              <a:lnTo>
                                <a:pt x="403543" y="282755"/>
                              </a:lnTo>
                              <a:lnTo>
                                <a:pt x="408623" y="271636"/>
                              </a:lnTo>
                              <a:lnTo>
                                <a:pt x="414656" y="261151"/>
                              </a:lnTo>
                              <a:lnTo>
                                <a:pt x="420371" y="250667"/>
                              </a:lnTo>
                              <a:lnTo>
                                <a:pt x="426721" y="240183"/>
                              </a:lnTo>
                              <a:lnTo>
                                <a:pt x="432753" y="230017"/>
                              </a:lnTo>
                              <a:lnTo>
                                <a:pt x="439421" y="219850"/>
                              </a:lnTo>
                              <a:lnTo>
                                <a:pt x="446088" y="210001"/>
                              </a:lnTo>
                              <a:lnTo>
                                <a:pt x="453391" y="200153"/>
                              </a:lnTo>
                              <a:lnTo>
                                <a:pt x="460693" y="190939"/>
                              </a:lnTo>
                              <a:lnTo>
                                <a:pt x="467996" y="181408"/>
                              </a:lnTo>
                              <a:lnTo>
                                <a:pt x="475933" y="172195"/>
                              </a:lnTo>
                              <a:lnTo>
                                <a:pt x="483871" y="163299"/>
                              </a:lnTo>
                              <a:lnTo>
                                <a:pt x="491808" y="154403"/>
                              </a:lnTo>
                              <a:lnTo>
                                <a:pt x="500381" y="146143"/>
                              </a:lnTo>
                              <a:lnTo>
                                <a:pt x="508953" y="137565"/>
                              </a:lnTo>
                              <a:lnTo>
                                <a:pt x="517526" y="129305"/>
                              </a:lnTo>
                              <a:lnTo>
                                <a:pt x="526416" y="121680"/>
                              </a:lnTo>
                              <a:lnTo>
                                <a:pt x="535623" y="113738"/>
                              </a:lnTo>
                              <a:lnTo>
                                <a:pt x="545148" y="106113"/>
                              </a:lnTo>
                              <a:lnTo>
                                <a:pt x="554673" y="99123"/>
                              </a:lnTo>
                              <a:lnTo>
                                <a:pt x="564516" y="92134"/>
                              </a:lnTo>
                              <a:lnTo>
                                <a:pt x="574041" y="85462"/>
                              </a:lnTo>
                              <a:lnTo>
                                <a:pt x="584201" y="78473"/>
                              </a:lnTo>
                              <a:lnTo>
                                <a:pt x="594361" y="72119"/>
                              </a:lnTo>
                              <a:lnTo>
                                <a:pt x="604838" y="66082"/>
                              </a:lnTo>
                              <a:lnTo>
                                <a:pt x="615316" y="60046"/>
                              </a:lnTo>
                              <a:lnTo>
                                <a:pt x="625793" y="54645"/>
                              </a:lnTo>
                              <a:lnTo>
                                <a:pt x="636906" y="48926"/>
                              </a:lnTo>
                              <a:lnTo>
                                <a:pt x="647701" y="44161"/>
                              </a:lnTo>
                              <a:lnTo>
                                <a:pt x="658813" y="39395"/>
                              </a:lnTo>
                              <a:lnTo>
                                <a:pt x="670243" y="34630"/>
                              </a:lnTo>
                              <a:lnTo>
                                <a:pt x="681356" y="30182"/>
                              </a:lnTo>
                              <a:lnTo>
                                <a:pt x="693103" y="26052"/>
                              </a:lnTo>
                              <a:lnTo>
                                <a:pt x="704533" y="22239"/>
                              </a:lnTo>
                              <a:lnTo>
                                <a:pt x="716281" y="19062"/>
                              </a:lnTo>
                              <a:lnTo>
                                <a:pt x="728346" y="15568"/>
                              </a:lnTo>
                              <a:lnTo>
                                <a:pt x="740093" y="12708"/>
                              </a:lnTo>
                              <a:lnTo>
                                <a:pt x="752158" y="10167"/>
                              </a:lnTo>
                              <a:lnTo>
                                <a:pt x="764541" y="7625"/>
                              </a:lnTo>
                              <a:lnTo>
                                <a:pt x="776606" y="5719"/>
                              </a:lnTo>
                              <a:lnTo>
                                <a:pt x="788988" y="3813"/>
                              </a:lnTo>
                              <a:lnTo>
                                <a:pt x="801688" y="2542"/>
                              </a:lnTo>
                              <a:lnTo>
                                <a:pt x="814071" y="1271"/>
                              </a:lnTo>
                              <a:lnTo>
                                <a:pt x="826771" y="636"/>
                              </a:lnTo>
                              <a:lnTo>
                                <a:pt x="839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46244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人" o:spid="_x0000_s1026" o:spt="100" style="position:absolute;left:0pt;margin-left:85.4pt;margin-top:540.35pt;height:14pt;width:11pt;z-index:251898880;v-text-anchor:middle;mso-width-relative:page;mso-height-relative:page;" fillcolor="#746244" filled="t" stroked="f" coordsize="1679575,2125662" o:gfxdata="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    <v:path o:connectlocs="42293,78085;53677,84008;53061,87481;52351,91644;53724,96068;76823,140503;73699,95140;74575,90621;73628,86910;76279,83627;87213,77561;97224,78109;104585,85411;110927,93594;116229,102681;120347,112838;123282,124090;124915,136530;119755,145736;103354,152801;86148,157344;68398,159295;49606,158438;31027,154561;13253,147782;0,140217;1277,127015;3928,115145;7857,104489;12969,94998;19194,86601;26436,79155;35571,71971;69189,428;77116,2595;84286,6406;90415,11621;95265,18004;98696,25387;100471,33556;100258,42986;97513,52417;92568,60657;85729,67302;76122,72541;69639,74256;62635,74732;54802,73708;47609,71112;41149,67159;35304,61610;30524,54465;27496,46297;26383,37366;27330,28911;30075,21195;34334,14313;39918,8525;46639,4096;54282,1167;62564,0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1073785</wp:posOffset>
                </wp:positionH>
                <wp:positionV relativeFrom="paragraph">
                  <wp:posOffset>8063230</wp:posOffset>
                </wp:positionV>
                <wp:extent cx="161290" cy="166370"/>
                <wp:effectExtent l="0" t="0" r="10160" b="5080"/>
                <wp:wrapNone/>
                <wp:docPr id="363" name="搜索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" cy="166370"/>
                        </a:xfrm>
                        <a:custGeom>
                          <a:avLst/>
                          <a:gdLst>
                            <a:gd name="connsiteX0" fmla="*/ 150612 w 405200"/>
                            <a:gd name="connsiteY0" fmla="*/ 52389 h 413075"/>
                            <a:gd name="connsiteX1" fmla="*/ 52389 w 405200"/>
                            <a:gd name="connsiteY1" fmla="*/ 150612 h 413075"/>
                            <a:gd name="connsiteX2" fmla="*/ 150612 w 405200"/>
                            <a:gd name="connsiteY2" fmla="*/ 248836 h 413075"/>
                            <a:gd name="connsiteX3" fmla="*/ 248836 w 405200"/>
                            <a:gd name="connsiteY3" fmla="*/ 150612 h 413075"/>
                            <a:gd name="connsiteX4" fmla="*/ 150612 w 405200"/>
                            <a:gd name="connsiteY4" fmla="*/ 52389 h 413075"/>
                            <a:gd name="connsiteX5" fmla="*/ 150612 w 405200"/>
                            <a:gd name="connsiteY5" fmla="*/ 0 h 413075"/>
                            <a:gd name="connsiteX6" fmla="*/ 301225 w 405200"/>
                            <a:gd name="connsiteY6" fmla="*/ 150612 h 413075"/>
                            <a:gd name="connsiteX7" fmla="*/ 276789 w 405200"/>
                            <a:gd name="connsiteY7" fmla="*/ 232452 h 413075"/>
                            <a:gd name="connsiteX8" fmla="*/ 279486 w 405200"/>
                            <a:gd name="connsiteY8" fmla="*/ 234307 h 413075"/>
                            <a:gd name="connsiteX9" fmla="*/ 395404 w 405200"/>
                            <a:gd name="connsiteY9" fmla="*/ 354065 h 413075"/>
                            <a:gd name="connsiteX10" fmla="*/ 394603 w 405200"/>
                            <a:gd name="connsiteY10" fmla="*/ 403280 h 413075"/>
                            <a:gd name="connsiteX11" fmla="*/ 345389 w 405200"/>
                            <a:gd name="connsiteY11" fmla="*/ 402478 h 413075"/>
                            <a:gd name="connsiteX12" fmla="*/ 229470 w 405200"/>
                            <a:gd name="connsiteY12" fmla="*/ 282720 h 413075"/>
                            <a:gd name="connsiteX13" fmla="*/ 227420 w 405200"/>
                            <a:gd name="connsiteY13" fmla="*/ 279520 h 413075"/>
                            <a:gd name="connsiteX14" fmla="*/ 150612 w 405200"/>
                            <a:gd name="connsiteY14" fmla="*/ 301225 h 413075"/>
                            <a:gd name="connsiteX15" fmla="*/ 0 w 405200"/>
                            <a:gd name="connsiteY15" fmla="*/ 150612 h 413075"/>
                            <a:gd name="connsiteX16" fmla="*/ 150612 w 405200"/>
                            <a:gd name="connsiteY16" fmla="*/ 0 h 4130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405200" h="413075">
                              <a:moveTo>
                                <a:pt x="150612" y="52389"/>
                              </a:moveTo>
                              <a:cubicBezTo>
                                <a:pt x="96365" y="52389"/>
                                <a:pt x="52389" y="96365"/>
                                <a:pt x="52389" y="150612"/>
                              </a:cubicBezTo>
                              <a:cubicBezTo>
                                <a:pt x="52389" y="204860"/>
                                <a:pt x="96365" y="248836"/>
                                <a:pt x="150612" y="248836"/>
                              </a:cubicBezTo>
                              <a:cubicBezTo>
                                <a:pt x="204860" y="248836"/>
                                <a:pt x="248836" y="204860"/>
                                <a:pt x="248836" y="150612"/>
                              </a:cubicBezTo>
                              <a:cubicBezTo>
                                <a:pt x="248836" y="96365"/>
                                <a:pt x="204860" y="52389"/>
                                <a:pt x="150612" y="52389"/>
                              </a:cubicBezTo>
                              <a:close/>
                              <a:moveTo>
                                <a:pt x="150612" y="0"/>
                              </a:moveTo>
                              <a:cubicBezTo>
                                <a:pt x="233793" y="0"/>
                                <a:pt x="301225" y="67431"/>
                                <a:pt x="301225" y="150612"/>
                              </a:cubicBezTo>
                              <a:cubicBezTo>
                                <a:pt x="301225" y="180842"/>
                                <a:pt x="292319" y="208992"/>
                                <a:pt x="276789" y="232452"/>
                              </a:cubicBezTo>
                              <a:cubicBezTo>
                                <a:pt x="277931" y="232774"/>
                                <a:pt x="278722" y="233519"/>
                                <a:pt x="279486" y="234307"/>
                              </a:cubicBezTo>
                              <a:lnTo>
                                <a:pt x="395404" y="354065"/>
                              </a:lnTo>
                              <a:cubicBezTo>
                                <a:pt x="408773" y="367877"/>
                                <a:pt x="408414" y="389911"/>
                                <a:pt x="394603" y="403280"/>
                              </a:cubicBezTo>
                              <a:cubicBezTo>
                                <a:pt x="380791" y="416648"/>
                                <a:pt x="358757" y="416289"/>
                                <a:pt x="345389" y="402478"/>
                              </a:cubicBezTo>
                              <a:lnTo>
                                <a:pt x="229470" y="282720"/>
                              </a:lnTo>
                              <a:lnTo>
                                <a:pt x="227420" y="279520"/>
                              </a:lnTo>
                              <a:cubicBezTo>
                                <a:pt x="205163" y="293486"/>
                                <a:pt x="178791" y="301225"/>
                                <a:pt x="150612" y="301225"/>
                              </a:cubicBezTo>
                              <a:cubicBezTo>
                                <a:pt x="67431" y="301225"/>
                                <a:pt x="0" y="233793"/>
                                <a:pt x="0" y="150612"/>
                              </a:cubicBezTo>
                              <a:cubicBezTo>
                                <a:pt x="0" y="67431"/>
                                <a:pt x="67431" y="0"/>
                                <a:pt x="15061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4624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搜索" o:spid="_x0000_s1026" o:spt="100" style="position:absolute;left:0pt;margin-left:84.55pt;margin-top:634.9pt;height:13.1pt;width:12.7pt;z-index:251901952;v-text-anchor:middle;mso-width-relative:page;mso-height-relative:page;" fillcolor="#746244" filled="t" stroked="f" coordsize="405200,413075" o:gfxdata="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" path="m150612,52389c96365,52389,52389,96365,52389,150612c52389,204860,96365,248836,150612,248836c204860,248836,248836,204860,248836,150612c248836,96365,204860,52389,150612,52389xm150612,0c233793,0,301225,67431,301225,150612c301225,180842,292319,208992,276789,232452c277931,232774,278722,233519,279486,234307l395404,354065c408773,367877,408414,389911,394603,403280c380791,416648,358757,416289,345389,402478l229470,282720,227420,279520c205163,293486,178791,301225,150612,301225c67431,301225,0,233793,0,150612c0,67431,67431,0,150612,0xe">
                <v:path o:connectlocs="59951,21100;20853,60660;59951,100221;99049,60660;59951,21100;59951,0;119902,60660;110175,93622;111249,94369;157390,142603;157071,162424;137482,162101;91340,113868;90524,112579;59951,121321;0,60660;59951,0" o:connectangles="0,0,0,0,0,0,0,0,0,0,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1066165</wp:posOffset>
                </wp:positionH>
                <wp:positionV relativeFrom="paragraph">
                  <wp:posOffset>7684770</wp:posOffset>
                </wp:positionV>
                <wp:extent cx="176530" cy="126365"/>
                <wp:effectExtent l="0" t="0" r="13970" b="6985"/>
                <wp:wrapNone/>
                <wp:docPr id="14" name="信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" cy="126365"/>
                        </a:xfrm>
                        <a:custGeom>
                          <a:avLst/>
                          <a:gdLst>
                            <a:gd name="connsiteX0" fmla="*/ 367281 w 529316"/>
                            <a:gd name="connsiteY0" fmla="*/ 196274 h 401026"/>
                            <a:gd name="connsiteX1" fmla="*/ 355293 w 529316"/>
                            <a:gd name="connsiteY1" fmla="*/ 208263 h 401026"/>
                            <a:gd name="connsiteX2" fmla="*/ 465090 w 529316"/>
                            <a:gd name="connsiteY2" fmla="*/ 318060 h 401026"/>
                            <a:gd name="connsiteX3" fmla="*/ 466739 w 529316"/>
                            <a:gd name="connsiteY3" fmla="*/ 320716 h 401026"/>
                            <a:gd name="connsiteX4" fmla="*/ 491723 w 529316"/>
                            <a:gd name="connsiteY4" fmla="*/ 320716 h 401026"/>
                            <a:gd name="connsiteX5" fmla="*/ 162035 w 529316"/>
                            <a:gd name="connsiteY5" fmla="*/ 196274 h 401026"/>
                            <a:gd name="connsiteX6" fmla="*/ 37593 w 529316"/>
                            <a:gd name="connsiteY6" fmla="*/ 320716 h 401026"/>
                            <a:gd name="connsiteX7" fmla="*/ 62577 w 529316"/>
                            <a:gd name="connsiteY7" fmla="*/ 320716 h 401026"/>
                            <a:gd name="connsiteX8" fmla="*/ 64225 w 529316"/>
                            <a:gd name="connsiteY8" fmla="*/ 318061 h 401026"/>
                            <a:gd name="connsiteX9" fmla="*/ 174023 w 529316"/>
                            <a:gd name="connsiteY9" fmla="*/ 208263 h 401026"/>
                            <a:gd name="connsiteX10" fmla="*/ 46349 w 529316"/>
                            <a:gd name="connsiteY10" fmla="*/ 80311 h 401026"/>
                            <a:gd name="connsiteX11" fmla="*/ 222791 w 529316"/>
                            <a:gd name="connsiteY11" fmla="*/ 256753 h 401026"/>
                            <a:gd name="connsiteX12" fmla="*/ 263500 w 529316"/>
                            <a:gd name="connsiteY12" fmla="*/ 273616 h 401026"/>
                            <a:gd name="connsiteX13" fmla="*/ 264659 w 529316"/>
                            <a:gd name="connsiteY13" fmla="*/ 273504 h 401026"/>
                            <a:gd name="connsiteX14" fmla="*/ 306525 w 529316"/>
                            <a:gd name="connsiteY14" fmla="*/ 256753 h 401026"/>
                            <a:gd name="connsiteX15" fmla="*/ 482968 w 529316"/>
                            <a:gd name="connsiteY15" fmla="*/ 80311 h 401026"/>
                            <a:gd name="connsiteX16" fmla="*/ 458990 w 529316"/>
                            <a:gd name="connsiteY16" fmla="*/ 80311 h 401026"/>
                            <a:gd name="connsiteX17" fmla="*/ 300904 w 529316"/>
                            <a:gd name="connsiteY17" fmla="*/ 238397 h 401026"/>
                            <a:gd name="connsiteX18" fmla="*/ 264659 w 529316"/>
                            <a:gd name="connsiteY18" fmla="*/ 252899 h 401026"/>
                            <a:gd name="connsiteX19" fmla="*/ 263656 w 529316"/>
                            <a:gd name="connsiteY19" fmla="*/ 252995 h 401026"/>
                            <a:gd name="connsiteX20" fmla="*/ 228412 w 529316"/>
                            <a:gd name="connsiteY20" fmla="*/ 238397 h 401026"/>
                            <a:gd name="connsiteX21" fmla="*/ 70326 w 529316"/>
                            <a:gd name="connsiteY21" fmla="*/ 80311 h 401026"/>
                            <a:gd name="connsiteX22" fmla="*/ 92015 w 529316"/>
                            <a:gd name="connsiteY22" fmla="*/ 0 h 401026"/>
                            <a:gd name="connsiteX23" fmla="*/ 437301 w 529316"/>
                            <a:gd name="connsiteY23" fmla="*/ 0 h 401026"/>
                            <a:gd name="connsiteX24" fmla="*/ 529316 w 529316"/>
                            <a:gd name="connsiteY24" fmla="*/ 92015 h 401026"/>
                            <a:gd name="connsiteX25" fmla="*/ 529316 w 529316"/>
                            <a:gd name="connsiteY25" fmla="*/ 309011 h 401026"/>
                            <a:gd name="connsiteX26" fmla="*/ 437301 w 529316"/>
                            <a:gd name="connsiteY26" fmla="*/ 401026 h 401026"/>
                            <a:gd name="connsiteX27" fmla="*/ 92015 w 529316"/>
                            <a:gd name="connsiteY27" fmla="*/ 401026 h 401026"/>
                            <a:gd name="connsiteX28" fmla="*/ 0 w 529316"/>
                            <a:gd name="connsiteY28" fmla="*/ 309011 h 401026"/>
                            <a:gd name="connsiteX29" fmla="*/ 0 w 529316"/>
                            <a:gd name="connsiteY29" fmla="*/ 92015 h 401026"/>
                            <a:gd name="connsiteX30" fmla="*/ 92015 w 529316"/>
                            <a:gd name="connsiteY30" fmla="*/ 0 h 4010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529316" h="401026">
                              <a:moveTo>
                                <a:pt x="367281" y="196274"/>
                              </a:moveTo>
                              <a:lnTo>
                                <a:pt x="355293" y="208263"/>
                              </a:lnTo>
                              <a:lnTo>
                                <a:pt x="465090" y="318060"/>
                              </a:lnTo>
                              <a:cubicBezTo>
                                <a:pt x="465822" y="318792"/>
                                <a:pt x="466527" y="319541"/>
                                <a:pt x="466739" y="320716"/>
                              </a:cubicBezTo>
                              <a:lnTo>
                                <a:pt x="491723" y="320716"/>
                              </a:lnTo>
                              <a:close/>
                              <a:moveTo>
                                <a:pt x="162035" y="196274"/>
                              </a:moveTo>
                              <a:lnTo>
                                <a:pt x="37593" y="320716"/>
                              </a:lnTo>
                              <a:lnTo>
                                <a:pt x="62577" y="320716"/>
                              </a:lnTo>
                              <a:lnTo>
                                <a:pt x="64225" y="318061"/>
                              </a:lnTo>
                              <a:lnTo>
                                <a:pt x="174023" y="208263"/>
                              </a:lnTo>
                              <a:close/>
                              <a:moveTo>
                                <a:pt x="46349" y="80311"/>
                              </a:moveTo>
                              <a:lnTo>
                                <a:pt x="222791" y="256753"/>
                              </a:lnTo>
                              <a:cubicBezTo>
                                <a:pt x="234032" y="267995"/>
                                <a:pt x="248767" y="273616"/>
                                <a:pt x="263500" y="273616"/>
                              </a:cubicBezTo>
                              <a:cubicBezTo>
                                <a:pt x="263887" y="273616"/>
                                <a:pt x="264274" y="273611"/>
                                <a:pt x="264659" y="273504"/>
                              </a:cubicBezTo>
                              <a:cubicBezTo>
                                <a:pt x="279774" y="273906"/>
                                <a:pt x="294989" y="268289"/>
                                <a:pt x="306525" y="256753"/>
                              </a:cubicBezTo>
                              <a:lnTo>
                                <a:pt x="482968" y="80311"/>
                              </a:lnTo>
                              <a:lnTo>
                                <a:pt x="458990" y="80311"/>
                              </a:lnTo>
                              <a:lnTo>
                                <a:pt x="300904" y="238397"/>
                              </a:lnTo>
                              <a:cubicBezTo>
                                <a:pt x="290917" y="248385"/>
                                <a:pt x="277745" y="253247"/>
                                <a:pt x="264659" y="252899"/>
                              </a:cubicBezTo>
                              <a:cubicBezTo>
                                <a:pt x="264325" y="252991"/>
                                <a:pt x="263990" y="252995"/>
                                <a:pt x="263656" y="252995"/>
                              </a:cubicBezTo>
                              <a:cubicBezTo>
                                <a:pt x="250900" y="252995"/>
                                <a:pt x="238144" y="248128"/>
                                <a:pt x="228412" y="238397"/>
                              </a:cubicBezTo>
                              <a:lnTo>
                                <a:pt x="70326" y="80311"/>
                              </a:lnTo>
                              <a:close/>
                              <a:moveTo>
                                <a:pt x="92015" y="0"/>
                              </a:moveTo>
                              <a:lnTo>
                                <a:pt x="437301" y="0"/>
                              </a:lnTo>
                              <a:cubicBezTo>
                                <a:pt x="488119" y="0"/>
                                <a:pt x="529316" y="41197"/>
                                <a:pt x="529316" y="92015"/>
                              </a:cubicBezTo>
                              <a:lnTo>
                                <a:pt x="529316" y="309011"/>
                              </a:lnTo>
                              <a:cubicBezTo>
                                <a:pt x="529316" y="359829"/>
                                <a:pt x="488119" y="401026"/>
                                <a:pt x="437301" y="401026"/>
                              </a:cubicBezTo>
                              <a:lnTo>
                                <a:pt x="92015" y="401026"/>
                              </a:lnTo>
                              <a:cubicBezTo>
                                <a:pt x="41197" y="401026"/>
                                <a:pt x="0" y="359829"/>
                                <a:pt x="0" y="309011"/>
                              </a:cubicBezTo>
                              <a:lnTo>
                                <a:pt x="0" y="92015"/>
                              </a:lnTo>
                              <a:cubicBezTo>
                                <a:pt x="0" y="41197"/>
                                <a:pt x="41197" y="0"/>
                                <a:pt x="9201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4624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信息" o:spid="_x0000_s1026" o:spt="100" style="position:absolute;left:0pt;margin-left:83.95pt;margin-top:605.1pt;height:9.95pt;width:13.9pt;z-index:251900928;v-text-anchor:middle;mso-width-relative:page;mso-height-relative:page;" fillcolor="#746244" filled="t" stroked="f" coordsize="529316,401026" o:gfxdata="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" path="m367281,196274l355293,208263,465090,318060c465822,318792,466527,319541,466739,320716l491723,320716xm162035,196274l37593,320716,62577,320716,64225,318061,174023,208263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xm92015,0l437301,0c488119,0,529316,41197,529316,92015l529316,309011c529316,359829,488119,401026,437301,401026l92015,401026c41197,401026,0,359829,0,309011l0,92015c0,41197,41197,0,92015,0xe">
                <v:path o:connectlocs="122490,61846;118492,65624;155110,100222;155660,101058;163992,101058;54039,61846;12537,101058;20869,101058;21419,100222;58037,65624;15457,25306;74302,80903;87878,86217;88265,86182;102227,80903;161072,25306;153075,25306;100353,75119;88265,79689;87930,79719;76176,75119;23454,25306;30687,0;145842,0;176530,28994;176530,97370;145842,126365;30687,126365;0,97370;0,28994;30687,0" o:connectangles="0,0,0,0,0,0,0,0,0,0,0,0,0,0,0,0,0,0,0,0,0,0,0,0,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1096010</wp:posOffset>
                </wp:positionH>
                <wp:positionV relativeFrom="paragraph">
                  <wp:posOffset>7233285</wp:posOffset>
                </wp:positionV>
                <wp:extent cx="116840" cy="215265"/>
                <wp:effectExtent l="0" t="0" r="16510" b="13335"/>
                <wp:wrapNone/>
                <wp:docPr id="17" name="手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6840" cy="215265"/>
                        </a:xfrm>
                        <a:custGeom>
                          <a:avLst/>
                          <a:gdLst>
                            <a:gd name="T0" fmla="*/ 750267 w 3056"/>
                            <a:gd name="T1" fmla="*/ 27771 h 5968"/>
                            <a:gd name="T2" fmla="*/ 691573 w 3056"/>
                            <a:gd name="T3" fmla="*/ 0 h 5968"/>
                            <a:gd name="T4" fmla="*/ 628413 w 3056"/>
                            <a:gd name="T5" fmla="*/ 33835 h 5968"/>
                            <a:gd name="T6" fmla="*/ 268272 w 3056"/>
                            <a:gd name="T7" fmla="*/ 220250 h 5968"/>
                            <a:gd name="T8" fmla="*/ 135890 w 3056"/>
                            <a:gd name="T9" fmla="*/ 260788 h 5968"/>
                            <a:gd name="T10" fmla="*/ 40831 w 3056"/>
                            <a:gd name="T11" fmla="*/ 356230 h 5968"/>
                            <a:gd name="T12" fmla="*/ 319 w 3056"/>
                            <a:gd name="T13" fmla="*/ 488380 h 5968"/>
                            <a:gd name="T14" fmla="*/ 16907 w 3056"/>
                            <a:gd name="T15" fmla="*/ 1719224 h 5968"/>
                            <a:gd name="T16" fmla="*/ 92507 w 3056"/>
                            <a:gd name="T17" fmla="*/ 1831264 h 5968"/>
                            <a:gd name="T18" fmla="*/ 212129 w 3056"/>
                            <a:gd name="T19" fmla="*/ 1896062 h 5968"/>
                            <a:gd name="T20" fmla="*/ 734637 w 3056"/>
                            <a:gd name="T21" fmla="*/ 1901808 h 5968"/>
                            <a:gd name="T22" fmla="*/ 860957 w 3056"/>
                            <a:gd name="T23" fmla="*/ 1848820 h 5968"/>
                            <a:gd name="T24" fmla="*/ 946447 w 3056"/>
                            <a:gd name="T25" fmla="*/ 1744760 h 5968"/>
                            <a:gd name="T26" fmla="*/ 974837 w 3056"/>
                            <a:gd name="T27" fmla="*/ 502744 h 5968"/>
                            <a:gd name="T28" fmla="*/ 954741 w 3056"/>
                            <a:gd name="T29" fmla="*/ 399641 h 5968"/>
                            <a:gd name="T30" fmla="*/ 893494 w 3056"/>
                            <a:gd name="T31" fmla="*/ 305796 h 5968"/>
                            <a:gd name="T32" fmla="*/ 800668 w 3056"/>
                            <a:gd name="T33" fmla="*/ 242594 h 5968"/>
                            <a:gd name="T34" fmla="*/ 193628 w 3056"/>
                            <a:gd name="T35" fmla="*/ 517427 h 5968"/>
                            <a:gd name="T36" fmla="*/ 217552 w 3056"/>
                            <a:gd name="T37" fmla="*/ 468270 h 5968"/>
                            <a:gd name="T38" fmla="*/ 260935 w 3056"/>
                            <a:gd name="T39" fmla="*/ 435711 h 5968"/>
                            <a:gd name="T40" fmla="*/ 669562 w 3056"/>
                            <a:gd name="T41" fmla="*/ 426774 h 5968"/>
                            <a:gd name="T42" fmla="*/ 723472 w 3056"/>
                            <a:gd name="T43" fmla="*/ 440819 h 5968"/>
                            <a:gd name="T44" fmla="*/ 763665 w 3056"/>
                            <a:gd name="T45" fmla="*/ 476888 h 5968"/>
                            <a:gd name="T46" fmla="*/ 782485 w 3056"/>
                            <a:gd name="T47" fmla="*/ 528918 h 5968"/>
                            <a:gd name="T48" fmla="*/ 777700 w 3056"/>
                            <a:gd name="T49" fmla="*/ 896320 h 5968"/>
                            <a:gd name="T50" fmla="*/ 749629 w 3056"/>
                            <a:gd name="T51" fmla="*/ 942924 h 5968"/>
                            <a:gd name="T52" fmla="*/ 703376 w 3056"/>
                            <a:gd name="T53" fmla="*/ 971014 h 5968"/>
                            <a:gd name="T54" fmla="*/ 293153 w 3056"/>
                            <a:gd name="T55" fmla="*/ 975483 h 5968"/>
                            <a:gd name="T56" fmla="*/ 241795 w 3056"/>
                            <a:gd name="T57" fmla="*/ 956650 h 5968"/>
                            <a:gd name="T58" fmla="*/ 205111 w 3056"/>
                            <a:gd name="T59" fmla="*/ 916749 h 5968"/>
                            <a:gd name="T60" fmla="*/ 191395 w 3056"/>
                            <a:gd name="T61" fmla="*/ 862485 h 5968"/>
                            <a:gd name="T62" fmla="*/ 227122 w 3056"/>
                            <a:gd name="T63" fmla="*/ 1163493 h 5968"/>
                            <a:gd name="T64" fmla="*/ 390445 w 3056"/>
                            <a:gd name="T65" fmla="*/ 1148490 h 5968"/>
                            <a:gd name="T66" fmla="*/ 422025 w 3056"/>
                            <a:gd name="T67" fmla="*/ 1163493 h 5968"/>
                            <a:gd name="T68" fmla="*/ 431595 w 3056"/>
                            <a:gd name="T69" fmla="*/ 1310007 h 5968"/>
                            <a:gd name="T70" fmla="*/ 409904 w 3056"/>
                            <a:gd name="T71" fmla="*/ 1341927 h 5968"/>
                            <a:gd name="T72" fmla="*/ 246580 w 3056"/>
                            <a:gd name="T73" fmla="*/ 1344800 h 5968"/>
                            <a:gd name="T74" fmla="*/ 219785 w 3056"/>
                            <a:gd name="T75" fmla="*/ 1317987 h 5968"/>
                            <a:gd name="T76" fmla="*/ 538776 w 3056"/>
                            <a:gd name="T77" fmla="*/ 1173388 h 5968"/>
                            <a:gd name="T78" fmla="*/ 568123 w 3056"/>
                            <a:gd name="T79" fmla="*/ 1149129 h 5968"/>
                            <a:gd name="T80" fmla="*/ 730809 w 3056"/>
                            <a:gd name="T81" fmla="*/ 1155513 h 5968"/>
                            <a:gd name="T82" fmla="*/ 748991 w 3056"/>
                            <a:gd name="T83" fmla="*/ 1189667 h 5968"/>
                            <a:gd name="T84" fmla="*/ 737189 w 3056"/>
                            <a:gd name="T85" fmla="*/ 1334904 h 5968"/>
                            <a:gd name="T86" fmla="*/ 576736 w 3056"/>
                            <a:gd name="T87" fmla="*/ 1346715 h 5968"/>
                            <a:gd name="T88" fmla="*/ 542923 w 3056"/>
                            <a:gd name="T89" fmla="*/ 1328840 h 5968"/>
                            <a:gd name="T90" fmla="*/ 218190 w 3056"/>
                            <a:gd name="T91" fmla="*/ 1483653 h 5968"/>
                            <a:gd name="T92" fmla="*/ 239243 w 3056"/>
                            <a:gd name="T93" fmla="*/ 1451733 h 5968"/>
                            <a:gd name="T94" fmla="*/ 402567 w 3056"/>
                            <a:gd name="T95" fmla="*/ 1448860 h 5968"/>
                            <a:gd name="T96" fmla="*/ 429681 w 3056"/>
                            <a:gd name="T97" fmla="*/ 1475992 h 5968"/>
                            <a:gd name="T98" fmla="*/ 426491 w 3056"/>
                            <a:gd name="T99" fmla="*/ 1624102 h 5968"/>
                            <a:gd name="T100" fmla="*/ 394592 w 3056"/>
                            <a:gd name="T101" fmla="*/ 1645169 h 5968"/>
                            <a:gd name="T102" fmla="*/ 232864 w 3056"/>
                            <a:gd name="T103" fmla="*/ 1635912 h 5968"/>
                            <a:gd name="T104" fmla="*/ 217871 w 3056"/>
                            <a:gd name="T105" fmla="*/ 1488122 h 5968"/>
                            <a:gd name="T106" fmla="*/ 547708 w 3056"/>
                            <a:gd name="T107" fmla="*/ 1459393 h 5968"/>
                            <a:gd name="T108" fmla="*/ 708160 w 3056"/>
                            <a:gd name="T109" fmla="*/ 1447264 h 5968"/>
                            <a:gd name="T110" fmla="*/ 742292 w 3056"/>
                            <a:gd name="T111" fmla="*/ 1465139 h 5968"/>
                            <a:gd name="T112" fmla="*/ 748353 w 3056"/>
                            <a:gd name="T113" fmla="*/ 1612611 h 5968"/>
                            <a:gd name="T114" fmla="*/ 724110 w 3056"/>
                            <a:gd name="T115" fmla="*/ 1641977 h 5968"/>
                            <a:gd name="T116" fmla="*/ 560467 w 3056"/>
                            <a:gd name="T117" fmla="*/ 1641977 h 5968"/>
                            <a:gd name="T118" fmla="*/ 536543 w 3056"/>
                            <a:gd name="T119" fmla="*/ 1612611 h 5968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</a:gdLst>
                          <a:ahLst/>
                          <a:cxnLst>
                            <a:cxn ang="T120">
                              <a:pos x="T0" y="T1"/>
                            </a:cxn>
                            <a:cxn ang="T121">
                              <a:pos x="T2" y="T3"/>
                            </a:cxn>
                            <a:cxn ang="T122">
                              <a:pos x="T4" y="T5"/>
                            </a:cxn>
                            <a:cxn ang="T123">
                              <a:pos x="T6" y="T7"/>
                            </a:cxn>
                            <a:cxn ang="T124">
                              <a:pos x="T8" y="T9"/>
                            </a:cxn>
                            <a:cxn ang="T125">
                              <a:pos x="T10" y="T11"/>
                            </a:cxn>
                            <a:cxn ang="T126">
                              <a:pos x="T12" y="T13"/>
                            </a:cxn>
                            <a:cxn ang="T127">
                              <a:pos x="T14" y="T15"/>
                            </a:cxn>
                            <a:cxn ang="T128">
                              <a:pos x="T16" y="T17"/>
                            </a:cxn>
                            <a:cxn ang="T129">
                              <a:pos x="T18" y="T19"/>
                            </a:cxn>
                            <a:cxn ang="T130">
                              <a:pos x="T20" y="T21"/>
                            </a:cxn>
                            <a:cxn ang="T131">
                              <a:pos x="T22" y="T23"/>
                            </a:cxn>
                            <a:cxn ang="T132">
                              <a:pos x="T24" y="T25"/>
                            </a:cxn>
                            <a:cxn ang="T133">
                              <a:pos x="T26" y="T27"/>
                            </a:cxn>
                            <a:cxn ang="T134">
                              <a:pos x="T28" y="T29"/>
                            </a:cxn>
                            <a:cxn ang="T135">
                              <a:pos x="T30" y="T31"/>
                            </a:cxn>
                            <a:cxn ang="T136">
                              <a:pos x="T32" y="T33"/>
                            </a:cxn>
                            <a:cxn ang="T137">
                              <a:pos x="T34" y="T35"/>
                            </a:cxn>
                            <a:cxn ang="T138">
                              <a:pos x="T36" y="T37"/>
                            </a:cxn>
                            <a:cxn ang="T139">
                              <a:pos x="T38" y="T39"/>
                            </a:cxn>
                            <a:cxn ang="T140">
                              <a:pos x="T40" y="T41"/>
                            </a:cxn>
                            <a:cxn ang="T141">
                              <a:pos x="T42" y="T43"/>
                            </a:cxn>
                            <a:cxn ang="T142">
                              <a:pos x="T44" y="T45"/>
                            </a:cxn>
                            <a:cxn ang="T143">
                              <a:pos x="T46" y="T47"/>
                            </a:cxn>
                            <a:cxn ang="T144">
                              <a:pos x="T48" y="T49"/>
                            </a:cxn>
                            <a:cxn ang="T145">
                              <a:pos x="T50" y="T51"/>
                            </a:cxn>
                            <a:cxn ang="T146">
                              <a:pos x="T52" y="T53"/>
                            </a:cxn>
                            <a:cxn ang="T147">
                              <a:pos x="T54" y="T55"/>
                            </a:cxn>
                            <a:cxn ang="T148">
                              <a:pos x="T56" y="T57"/>
                            </a:cxn>
                            <a:cxn ang="T149">
                              <a:pos x="T58" y="T59"/>
                            </a:cxn>
                            <a:cxn ang="T150">
                              <a:pos x="T60" y="T61"/>
                            </a:cxn>
                            <a:cxn ang="T151">
                              <a:pos x="T62" y="T63"/>
                            </a:cxn>
                            <a:cxn ang="T152">
                              <a:pos x="T64" y="T65"/>
                            </a:cxn>
                            <a:cxn ang="T153">
                              <a:pos x="T66" y="T67"/>
                            </a:cxn>
                            <a:cxn ang="T154">
                              <a:pos x="T68" y="T69"/>
                            </a:cxn>
                            <a:cxn ang="T155">
                              <a:pos x="T70" y="T71"/>
                            </a:cxn>
                            <a:cxn ang="T156">
                              <a:pos x="T72" y="T73"/>
                            </a:cxn>
                            <a:cxn ang="T157">
                              <a:pos x="T74" y="T75"/>
                            </a:cxn>
                            <a:cxn ang="T158">
                              <a:pos x="T76" y="T77"/>
                            </a:cxn>
                            <a:cxn ang="T159">
                              <a:pos x="T78" y="T79"/>
                            </a:cxn>
                            <a:cxn ang="T160">
                              <a:pos x="T80" y="T81"/>
                            </a:cxn>
                            <a:cxn ang="T161">
                              <a:pos x="T82" y="T83"/>
                            </a:cxn>
                            <a:cxn ang="T162">
                              <a:pos x="T84" y="T85"/>
                            </a:cxn>
                            <a:cxn ang="T163">
                              <a:pos x="T86" y="T87"/>
                            </a:cxn>
                            <a:cxn ang="T164">
                              <a:pos x="T88" y="T89"/>
                            </a:cxn>
                            <a:cxn ang="T165">
                              <a:pos x="T90" y="T91"/>
                            </a:cxn>
                            <a:cxn ang="T166">
                              <a:pos x="T92" y="T93"/>
                            </a:cxn>
                            <a:cxn ang="T167">
                              <a:pos x="T94" y="T95"/>
                            </a:cxn>
                            <a:cxn ang="T168">
                              <a:pos x="T96" y="T97"/>
                            </a:cxn>
                            <a:cxn ang="T169">
                              <a:pos x="T98" y="T99"/>
                            </a:cxn>
                            <a:cxn ang="T170">
                              <a:pos x="T100" y="T101"/>
                            </a:cxn>
                            <a:cxn ang="T171">
                              <a:pos x="T102" y="T103"/>
                            </a:cxn>
                            <a:cxn ang="T172">
                              <a:pos x="T104" y="T105"/>
                            </a:cxn>
                            <a:cxn ang="T173">
                              <a:pos x="T106" y="T107"/>
                            </a:cxn>
                            <a:cxn ang="T174">
                              <a:pos x="T108" y="T109"/>
                            </a:cxn>
                            <a:cxn ang="T175">
                              <a:pos x="T110" y="T111"/>
                            </a:cxn>
                            <a:cxn ang="T176">
                              <a:pos x="T112" y="T113"/>
                            </a:cxn>
                            <a:cxn ang="T177">
                              <a:pos x="T114" y="T115"/>
                            </a:cxn>
                            <a:cxn ang="T178">
                              <a:pos x="T116" y="T117"/>
                            </a:cxn>
                            <a:cxn ang="T179">
                              <a:pos x="T118" y="T119"/>
                            </a:cxn>
                          </a:cxnLst>
                          <a:rect l="0" t="0" r="r" b="b"/>
                          <a:pathLst>
                            <a:path w="3056" h="5968">
                              <a:moveTo>
                                <a:pt x="2407" y="725"/>
                              </a:moveTo>
                              <a:lnTo>
                                <a:pt x="2407" y="239"/>
                              </a:lnTo>
                              <a:lnTo>
                                <a:pt x="2406" y="215"/>
                              </a:lnTo>
                              <a:lnTo>
                                <a:pt x="2403" y="191"/>
                              </a:lnTo>
                              <a:lnTo>
                                <a:pt x="2396" y="168"/>
                              </a:lnTo>
                              <a:lnTo>
                                <a:pt x="2388" y="147"/>
                              </a:lnTo>
                              <a:lnTo>
                                <a:pt x="2379" y="126"/>
                              </a:lnTo>
                              <a:lnTo>
                                <a:pt x="2366" y="106"/>
                              </a:lnTo>
                              <a:lnTo>
                                <a:pt x="2352" y="87"/>
                              </a:lnTo>
                              <a:lnTo>
                                <a:pt x="2338" y="70"/>
                              </a:lnTo>
                              <a:lnTo>
                                <a:pt x="2320" y="54"/>
                              </a:lnTo>
                              <a:lnTo>
                                <a:pt x="2302" y="40"/>
                              </a:lnTo>
                              <a:lnTo>
                                <a:pt x="2282" y="29"/>
                              </a:lnTo>
                              <a:lnTo>
                                <a:pt x="2261" y="18"/>
                              </a:lnTo>
                              <a:lnTo>
                                <a:pt x="2239" y="11"/>
                              </a:lnTo>
                              <a:lnTo>
                                <a:pt x="2217" y="5"/>
                              </a:lnTo>
                              <a:lnTo>
                                <a:pt x="2192" y="2"/>
                              </a:lnTo>
                              <a:lnTo>
                                <a:pt x="2168" y="0"/>
                              </a:lnTo>
                              <a:lnTo>
                                <a:pt x="2144" y="2"/>
                              </a:lnTo>
                              <a:lnTo>
                                <a:pt x="2120" y="5"/>
                              </a:lnTo>
                              <a:lnTo>
                                <a:pt x="2097" y="11"/>
                              </a:lnTo>
                              <a:lnTo>
                                <a:pt x="2075" y="18"/>
                              </a:lnTo>
                              <a:lnTo>
                                <a:pt x="2054" y="29"/>
                              </a:lnTo>
                              <a:lnTo>
                                <a:pt x="2035" y="40"/>
                              </a:lnTo>
                              <a:lnTo>
                                <a:pt x="2016" y="54"/>
                              </a:lnTo>
                              <a:lnTo>
                                <a:pt x="1999" y="70"/>
                              </a:lnTo>
                              <a:lnTo>
                                <a:pt x="1983" y="87"/>
                              </a:lnTo>
                              <a:lnTo>
                                <a:pt x="1970" y="106"/>
                              </a:lnTo>
                              <a:lnTo>
                                <a:pt x="1958" y="126"/>
                              </a:lnTo>
                              <a:lnTo>
                                <a:pt x="1948" y="147"/>
                              </a:lnTo>
                              <a:lnTo>
                                <a:pt x="1940" y="168"/>
                              </a:lnTo>
                              <a:lnTo>
                                <a:pt x="1934" y="191"/>
                              </a:lnTo>
                              <a:lnTo>
                                <a:pt x="1931" y="215"/>
                              </a:lnTo>
                              <a:lnTo>
                                <a:pt x="1930" y="239"/>
                              </a:lnTo>
                              <a:lnTo>
                                <a:pt x="1930" y="689"/>
                              </a:lnTo>
                              <a:lnTo>
                                <a:pt x="887" y="689"/>
                              </a:lnTo>
                              <a:lnTo>
                                <a:pt x="841" y="690"/>
                              </a:lnTo>
                              <a:lnTo>
                                <a:pt x="795" y="693"/>
                              </a:lnTo>
                              <a:lnTo>
                                <a:pt x="751" y="700"/>
                              </a:lnTo>
                              <a:lnTo>
                                <a:pt x="708" y="707"/>
                              </a:lnTo>
                              <a:lnTo>
                                <a:pt x="665" y="716"/>
                              </a:lnTo>
                              <a:lnTo>
                                <a:pt x="623" y="729"/>
                              </a:lnTo>
                              <a:lnTo>
                                <a:pt x="582" y="743"/>
                              </a:lnTo>
                              <a:lnTo>
                                <a:pt x="541" y="758"/>
                              </a:lnTo>
                              <a:lnTo>
                                <a:pt x="502" y="776"/>
                              </a:lnTo>
                              <a:lnTo>
                                <a:pt x="464" y="796"/>
                              </a:lnTo>
                              <a:lnTo>
                                <a:pt x="426" y="817"/>
                              </a:lnTo>
                              <a:lnTo>
                                <a:pt x="391" y="840"/>
                              </a:lnTo>
                              <a:lnTo>
                                <a:pt x="356" y="866"/>
                              </a:lnTo>
                              <a:lnTo>
                                <a:pt x="322" y="892"/>
                              </a:lnTo>
                              <a:lnTo>
                                <a:pt x="290" y="919"/>
                              </a:lnTo>
                              <a:lnTo>
                                <a:pt x="259" y="949"/>
                              </a:lnTo>
                              <a:lnTo>
                                <a:pt x="230" y="979"/>
                              </a:lnTo>
                              <a:lnTo>
                                <a:pt x="203" y="1012"/>
                              </a:lnTo>
                              <a:lnTo>
                                <a:pt x="176" y="1045"/>
                              </a:lnTo>
                              <a:lnTo>
                                <a:pt x="151" y="1080"/>
                              </a:lnTo>
                              <a:lnTo>
                                <a:pt x="128" y="1116"/>
                              </a:lnTo>
                              <a:lnTo>
                                <a:pt x="107" y="1153"/>
                              </a:lnTo>
                              <a:lnTo>
                                <a:pt x="87" y="1191"/>
                              </a:lnTo>
                              <a:lnTo>
                                <a:pt x="69" y="1230"/>
                              </a:lnTo>
                              <a:lnTo>
                                <a:pt x="53" y="1270"/>
                              </a:lnTo>
                              <a:lnTo>
                                <a:pt x="40" y="1312"/>
                              </a:lnTo>
                              <a:lnTo>
                                <a:pt x="27" y="1354"/>
                              </a:lnTo>
                              <a:lnTo>
                                <a:pt x="18" y="1396"/>
                              </a:lnTo>
                              <a:lnTo>
                                <a:pt x="9" y="1440"/>
                              </a:lnTo>
                              <a:lnTo>
                                <a:pt x="4" y="1485"/>
                              </a:lnTo>
                              <a:lnTo>
                                <a:pt x="1" y="1530"/>
                              </a:lnTo>
                              <a:lnTo>
                                <a:pt x="0" y="1575"/>
                              </a:lnTo>
                              <a:lnTo>
                                <a:pt x="0" y="5081"/>
                              </a:lnTo>
                              <a:lnTo>
                                <a:pt x="1" y="5128"/>
                              </a:lnTo>
                              <a:lnTo>
                                <a:pt x="4" y="5172"/>
                              </a:lnTo>
                              <a:lnTo>
                                <a:pt x="9" y="5217"/>
                              </a:lnTo>
                              <a:lnTo>
                                <a:pt x="18" y="5260"/>
                              </a:lnTo>
                              <a:lnTo>
                                <a:pt x="27" y="5303"/>
                              </a:lnTo>
                              <a:lnTo>
                                <a:pt x="40" y="5345"/>
                              </a:lnTo>
                              <a:lnTo>
                                <a:pt x="53" y="5386"/>
                              </a:lnTo>
                              <a:lnTo>
                                <a:pt x="69" y="5426"/>
                              </a:lnTo>
                              <a:lnTo>
                                <a:pt x="87" y="5466"/>
                              </a:lnTo>
                              <a:lnTo>
                                <a:pt x="107" y="5504"/>
                              </a:lnTo>
                              <a:lnTo>
                                <a:pt x="128" y="5541"/>
                              </a:lnTo>
                              <a:lnTo>
                                <a:pt x="151" y="5577"/>
                              </a:lnTo>
                              <a:lnTo>
                                <a:pt x="176" y="5612"/>
                              </a:lnTo>
                              <a:lnTo>
                                <a:pt x="203" y="5646"/>
                              </a:lnTo>
                              <a:lnTo>
                                <a:pt x="230" y="5677"/>
                              </a:lnTo>
                              <a:lnTo>
                                <a:pt x="259" y="5709"/>
                              </a:lnTo>
                              <a:lnTo>
                                <a:pt x="290" y="5737"/>
                              </a:lnTo>
                              <a:lnTo>
                                <a:pt x="322" y="5766"/>
                              </a:lnTo>
                              <a:lnTo>
                                <a:pt x="356" y="5792"/>
                              </a:lnTo>
                              <a:lnTo>
                                <a:pt x="391" y="5817"/>
                              </a:lnTo>
                              <a:lnTo>
                                <a:pt x="426" y="5840"/>
                              </a:lnTo>
                              <a:lnTo>
                                <a:pt x="464" y="5861"/>
                              </a:lnTo>
                              <a:lnTo>
                                <a:pt x="502" y="5880"/>
                              </a:lnTo>
                              <a:lnTo>
                                <a:pt x="541" y="5898"/>
                              </a:lnTo>
                              <a:lnTo>
                                <a:pt x="582" y="5914"/>
                              </a:lnTo>
                              <a:lnTo>
                                <a:pt x="623" y="5928"/>
                              </a:lnTo>
                              <a:lnTo>
                                <a:pt x="665" y="5940"/>
                              </a:lnTo>
                              <a:lnTo>
                                <a:pt x="708" y="5951"/>
                              </a:lnTo>
                              <a:lnTo>
                                <a:pt x="751" y="5958"/>
                              </a:lnTo>
                              <a:lnTo>
                                <a:pt x="795" y="5963"/>
                              </a:lnTo>
                              <a:lnTo>
                                <a:pt x="841" y="5967"/>
                              </a:lnTo>
                              <a:lnTo>
                                <a:pt x="887" y="5968"/>
                              </a:lnTo>
                              <a:lnTo>
                                <a:pt x="2168" y="5968"/>
                              </a:lnTo>
                              <a:lnTo>
                                <a:pt x="2214" y="5967"/>
                              </a:lnTo>
                              <a:lnTo>
                                <a:pt x="2259" y="5963"/>
                              </a:lnTo>
                              <a:lnTo>
                                <a:pt x="2303" y="5958"/>
                              </a:lnTo>
                              <a:lnTo>
                                <a:pt x="2347" y="5951"/>
                              </a:lnTo>
                              <a:lnTo>
                                <a:pt x="2390" y="5940"/>
                              </a:lnTo>
                              <a:lnTo>
                                <a:pt x="2432" y="5928"/>
                              </a:lnTo>
                              <a:lnTo>
                                <a:pt x="2473" y="5914"/>
                              </a:lnTo>
                              <a:lnTo>
                                <a:pt x="2513" y="5898"/>
                              </a:lnTo>
                              <a:lnTo>
                                <a:pt x="2553" y="5880"/>
                              </a:lnTo>
                              <a:lnTo>
                                <a:pt x="2591" y="5861"/>
                              </a:lnTo>
                              <a:lnTo>
                                <a:pt x="2628" y="5840"/>
                              </a:lnTo>
                              <a:lnTo>
                                <a:pt x="2664" y="5817"/>
                              </a:lnTo>
                              <a:lnTo>
                                <a:pt x="2699" y="5792"/>
                              </a:lnTo>
                              <a:lnTo>
                                <a:pt x="2733" y="5766"/>
                              </a:lnTo>
                              <a:lnTo>
                                <a:pt x="2764" y="5737"/>
                              </a:lnTo>
                              <a:lnTo>
                                <a:pt x="2795" y="5709"/>
                              </a:lnTo>
                              <a:lnTo>
                                <a:pt x="2824" y="5677"/>
                              </a:lnTo>
                              <a:lnTo>
                                <a:pt x="2853" y="5646"/>
                              </a:lnTo>
                              <a:lnTo>
                                <a:pt x="2879" y="5612"/>
                              </a:lnTo>
                              <a:lnTo>
                                <a:pt x="2904" y="5577"/>
                              </a:lnTo>
                              <a:lnTo>
                                <a:pt x="2926" y="5541"/>
                              </a:lnTo>
                              <a:lnTo>
                                <a:pt x="2948" y="5504"/>
                              </a:lnTo>
                              <a:lnTo>
                                <a:pt x="2967" y="5466"/>
                              </a:lnTo>
                              <a:lnTo>
                                <a:pt x="2985" y="5426"/>
                              </a:lnTo>
                              <a:lnTo>
                                <a:pt x="3001" y="5386"/>
                              </a:lnTo>
                              <a:lnTo>
                                <a:pt x="3016" y="5345"/>
                              </a:lnTo>
                              <a:lnTo>
                                <a:pt x="3027" y="5303"/>
                              </a:lnTo>
                              <a:lnTo>
                                <a:pt x="3038" y="5260"/>
                              </a:lnTo>
                              <a:lnTo>
                                <a:pt x="3045" y="5217"/>
                              </a:lnTo>
                              <a:lnTo>
                                <a:pt x="3050" y="5172"/>
                              </a:lnTo>
                              <a:lnTo>
                                <a:pt x="3054" y="5128"/>
                              </a:lnTo>
                              <a:lnTo>
                                <a:pt x="3056" y="5081"/>
                              </a:lnTo>
                              <a:lnTo>
                                <a:pt x="3056" y="1575"/>
                              </a:lnTo>
                              <a:lnTo>
                                <a:pt x="3054" y="1537"/>
                              </a:lnTo>
                              <a:lnTo>
                                <a:pt x="3052" y="1500"/>
                              </a:lnTo>
                              <a:lnTo>
                                <a:pt x="3048" y="1463"/>
                              </a:lnTo>
                              <a:lnTo>
                                <a:pt x="3043" y="1427"/>
                              </a:lnTo>
                              <a:lnTo>
                                <a:pt x="3036" y="1390"/>
                              </a:lnTo>
                              <a:lnTo>
                                <a:pt x="3027" y="1355"/>
                              </a:lnTo>
                              <a:lnTo>
                                <a:pt x="3018" y="1321"/>
                              </a:lnTo>
                              <a:lnTo>
                                <a:pt x="3006" y="1286"/>
                              </a:lnTo>
                              <a:lnTo>
                                <a:pt x="2993" y="1252"/>
                              </a:lnTo>
                              <a:lnTo>
                                <a:pt x="2980" y="1220"/>
                              </a:lnTo>
                              <a:lnTo>
                                <a:pt x="2965" y="1187"/>
                              </a:lnTo>
                              <a:lnTo>
                                <a:pt x="2948" y="1156"/>
                              </a:lnTo>
                              <a:lnTo>
                                <a:pt x="2930" y="1125"/>
                              </a:lnTo>
                              <a:lnTo>
                                <a:pt x="2913" y="1095"/>
                              </a:lnTo>
                              <a:lnTo>
                                <a:pt x="2893" y="1065"/>
                              </a:lnTo>
                              <a:lnTo>
                                <a:pt x="2872" y="1037"/>
                              </a:lnTo>
                              <a:lnTo>
                                <a:pt x="2848" y="1010"/>
                              </a:lnTo>
                              <a:lnTo>
                                <a:pt x="2825" y="983"/>
                              </a:lnTo>
                              <a:lnTo>
                                <a:pt x="2801" y="958"/>
                              </a:lnTo>
                              <a:lnTo>
                                <a:pt x="2776" y="933"/>
                              </a:lnTo>
                              <a:lnTo>
                                <a:pt x="2750" y="910"/>
                              </a:lnTo>
                              <a:lnTo>
                                <a:pt x="2723" y="887"/>
                              </a:lnTo>
                              <a:lnTo>
                                <a:pt x="2695" y="866"/>
                              </a:lnTo>
                              <a:lnTo>
                                <a:pt x="2666" y="846"/>
                              </a:lnTo>
                              <a:lnTo>
                                <a:pt x="2636" y="826"/>
                              </a:lnTo>
                              <a:lnTo>
                                <a:pt x="2606" y="808"/>
                              </a:lnTo>
                              <a:lnTo>
                                <a:pt x="2574" y="791"/>
                              </a:lnTo>
                              <a:lnTo>
                                <a:pt x="2543" y="775"/>
                              </a:lnTo>
                              <a:lnTo>
                                <a:pt x="2510" y="760"/>
                              </a:lnTo>
                              <a:lnTo>
                                <a:pt x="2476" y="748"/>
                              </a:lnTo>
                              <a:lnTo>
                                <a:pt x="2442" y="735"/>
                              </a:lnTo>
                              <a:lnTo>
                                <a:pt x="2407" y="725"/>
                              </a:lnTo>
                              <a:close/>
                              <a:moveTo>
                                <a:pt x="600" y="1693"/>
                              </a:moveTo>
                              <a:lnTo>
                                <a:pt x="600" y="1693"/>
                              </a:lnTo>
                              <a:lnTo>
                                <a:pt x="601" y="1675"/>
                              </a:lnTo>
                              <a:lnTo>
                                <a:pt x="602" y="1657"/>
                              </a:lnTo>
                              <a:lnTo>
                                <a:pt x="604" y="1639"/>
                              </a:lnTo>
                              <a:lnTo>
                                <a:pt x="607" y="1621"/>
                              </a:lnTo>
                              <a:lnTo>
                                <a:pt x="611" y="1604"/>
                              </a:lnTo>
                              <a:lnTo>
                                <a:pt x="617" y="1588"/>
                              </a:lnTo>
                              <a:lnTo>
                                <a:pt x="622" y="1571"/>
                              </a:lnTo>
                              <a:lnTo>
                                <a:pt x="628" y="1555"/>
                              </a:lnTo>
                              <a:lnTo>
                                <a:pt x="636" y="1539"/>
                              </a:lnTo>
                              <a:lnTo>
                                <a:pt x="643" y="1524"/>
                              </a:lnTo>
                              <a:lnTo>
                                <a:pt x="652" y="1509"/>
                              </a:lnTo>
                              <a:lnTo>
                                <a:pt x="661" y="1494"/>
                              </a:lnTo>
                              <a:lnTo>
                                <a:pt x="671" y="1480"/>
                              </a:lnTo>
                              <a:lnTo>
                                <a:pt x="682" y="1467"/>
                              </a:lnTo>
                              <a:lnTo>
                                <a:pt x="693" y="1454"/>
                              </a:lnTo>
                              <a:lnTo>
                                <a:pt x="705" y="1442"/>
                              </a:lnTo>
                              <a:lnTo>
                                <a:pt x="718" y="1430"/>
                              </a:lnTo>
                              <a:lnTo>
                                <a:pt x="730" y="1418"/>
                              </a:lnTo>
                              <a:lnTo>
                                <a:pt x="744" y="1408"/>
                              </a:lnTo>
                              <a:lnTo>
                                <a:pt x="758" y="1398"/>
                              </a:lnTo>
                              <a:lnTo>
                                <a:pt x="772" y="1389"/>
                              </a:lnTo>
                              <a:lnTo>
                                <a:pt x="787" y="1381"/>
                              </a:lnTo>
                              <a:lnTo>
                                <a:pt x="802" y="1372"/>
                              </a:lnTo>
                              <a:lnTo>
                                <a:pt x="818" y="1365"/>
                              </a:lnTo>
                              <a:lnTo>
                                <a:pt x="834" y="1359"/>
                              </a:lnTo>
                              <a:lnTo>
                                <a:pt x="850" y="1353"/>
                              </a:lnTo>
                              <a:lnTo>
                                <a:pt x="868" y="1348"/>
                              </a:lnTo>
                              <a:lnTo>
                                <a:pt x="885" y="1345"/>
                              </a:lnTo>
                              <a:lnTo>
                                <a:pt x="902" y="1342"/>
                              </a:lnTo>
                              <a:lnTo>
                                <a:pt x="919" y="1339"/>
                              </a:lnTo>
                              <a:lnTo>
                                <a:pt x="938" y="1337"/>
                              </a:lnTo>
                              <a:lnTo>
                                <a:pt x="956" y="1337"/>
                              </a:lnTo>
                              <a:lnTo>
                                <a:pt x="2099" y="1337"/>
                              </a:lnTo>
                              <a:lnTo>
                                <a:pt x="2117" y="1337"/>
                              </a:lnTo>
                              <a:lnTo>
                                <a:pt x="2136" y="1339"/>
                              </a:lnTo>
                              <a:lnTo>
                                <a:pt x="2154" y="1342"/>
                              </a:lnTo>
                              <a:lnTo>
                                <a:pt x="2170" y="1345"/>
                              </a:lnTo>
                              <a:lnTo>
                                <a:pt x="2188" y="1348"/>
                              </a:lnTo>
                              <a:lnTo>
                                <a:pt x="2205" y="1353"/>
                              </a:lnTo>
                              <a:lnTo>
                                <a:pt x="2221" y="1359"/>
                              </a:lnTo>
                              <a:lnTo>
                                <a:pt x="2238" y="1365"/>
                              </a:lnTo>
                              <a:lnTo>
                                <a:pt x="2253" y="1372"/>
                              </a:lnTo>
                              <a:lnTo>
                                <a:pt x="2268" y="1381"/>
                              </a:lnTo>
                              <a:lnTo>
                                <a:pt x="2284" y="1389"/>
                              </a:lnTo>
                              <a:lnTo>
                                <a:pt x="2298" y="1398"/>
                              </a:lnTo>
                              <a:lnTo>
                                <a:pt x="2312" y="1408"/>
                              </a:lnTo>
                              <a:lnTo>
                                <a:pt x="2325" y="1418"/>
                              </a:lnTo>
                              <a:lnTo>
                                <a:pt x="2339" y="1430"/>
                              </a:lnTo>
                              <a:lnTo>
                                <a:pt x="2350" y="1442"/>
                              </a:lnTo>
                              <a:lnTo>
                                <a:pt x="2363" y="1454"/>
                              </a:lnTo>
                              <a:lnTo>
                                <a:pt x="2373" y="1467"/>
                              </a:lnTo>
                              <a:lnTo>
                                <a:pt x="2384" y="1480"/>
                              </a:lnTo>
                              <a:lnTo>
                                <a:pt x="2394" y="1494"/>
                              </a:lnTo>
                              <a:lnTo>
                                <a:pt x="2404" y="1509"/>
                              </a:lnTo>
                              <a:lnTo>
                                <a:pt x="2412" y="1524"/>
                              </a:lnTo>
                              <a:lnTo>
                                <a:pt x="2420" y="1539"/>
                              </a:lnTo>
                              <a:lnTo>
                                <a:pt x="2427" y="1555"/>
                              </a:lnTo>
                              <a:lnTo>
                                <a:pt x="2433" y="1571"/>
                              </a:lnTo>
                              <a:lnTo>
                                <a:pt x="2438" y="1588"/>
                              </a:lnTo>
                              <a:lnTo>
                                <a:pt x="2444" y="1604"/>
                              </a:lnTo>
                              <a:lnTo>
                                <a:pt x="2448" y="1621"/>
                              </a:lnTo>
                              <a:lnTo>
                                <a:pt x="2451" y="1639"/>
                              </a:lnTo>
                              <a:lnTo>
                                <a:pt x="2453" y="1657"/>
                              </a:lnTo>
                              <a:lnTo>
                                <a:pt x="2454" y="1675"/>
                              </a:lnTo>
                              <a:lnTo>
                                <a:pt x="2455" y="1693"/>
                              </a:lnTo>
                              <a:lnTo>
                                <a:pt x="2455" y="2702"/>
                              </a:lnTo>
                              <a:lnTo>
                                <a:pt x="2454" y="2721"/>
                              </a:lnTo>
                              <a:lnTo>
                                <a:pt x="2453" y="2739"/>
                              </a:lnTo>
                              <a:lnTo>
                                <a:pt x="2451" y="2756"/>
                              </a:lnTo>
                              <a:lnTo>
                                <a:pt x="2448" y="2774"/>
                              </a:lnTo>
                              <a:lnTo>
                                <a:pt x="2444" y="2791"/>
                              </a:lnTo>
                              <a:lnTo>
                                <a:pt x="2438" y="2808"/>
                              </a:lnTo>
                              <a:lnTo>
                                <a:pt x="2433" y="2825"/>
                              </a:lnTo>
                              <a:lnTo>
                                <a:pt x="2427" y="2840"/>
                              </a:lnTo>
                              <a:lnTo>
                                <a:pt x="2420" y="2856"/>
                              </a:lnTo>
                              <a:lnTo>
                                <a:pt x="2412" y="2872"/>
                              </a:lnTo>
                              <a:lnTo>
                                <a:pt x="2404" y="2887"/>
                              </a:lnTo>
                              <a:lnTo>
                                <a:pt x="2394" y="2901"/>
                              </a:lnTo>
                              <a:lnTo>
                                <a:pt x="2384" y="2915"/>
                              </a:lnTo>
                              <a:lnTo>
                                <a:pt x="2373" y="2929"/>
                              </a:lnTo>
                              <a:lnTo>
                                <a:pt x="2363" y="2941"/>
                              </a:lnTo>
                              <a:lnTo>
                                <a:pt x="2350" y="2954"/>
                              </a:lnTo>
                              <a:lnTo>
                                <a:pt x="2339" y="2966"/>
                              </a:lnTo>
                              <a:lnTo>
                                <a:pt x="2325" y="2977"/>
                              </a:lnTo>
                              <a:lnTo>
                                <a:pt x="2312" y="2988"/>
                              </a:lnTo>
                              <a:lnTo>
                                <a:pt x="2298" y="2997"/>
                              </a:lnTo>
                              <a:lnTo>
                                <a:pt x="2284" y="3007"/>
                              </a:lnTo>
                              <a:lnTo>
                                <a:pt x="2268" y="3015"/>
                              </a:lnTo>
                              <a:lnTo>
                                <a:pt x="2253" y="3023"/>
                              </a:lnTo>
                              <a:lnTo>
                                <a:pt x="2238" y="3030"/>
                              </a:lnTo>
                              <a:lnTo>
                                <a:pt x="2221" y="3036"/>
                              </a:lnTo>
                              <a:lnTo>
                                <a:pt x="2205" y="3042"/>
                              </a:lnTo>
                              <a:lnTo>
                                <a:pt x="2188" y="3046"/>
                              </a:lnTo>
                              <a:lnTo>
                                <a:pt x="2170" y="3051"/>
                              </a:lnTo>
                              <a:lnTo>
                                <a:pt x="2154" y="3054"/>
                              </a:lnTo>
                              <a:lnTo>
                                <a:pt x="2136" y="3056"/>
                              </a:lnTo>
                              <a:lnTo>
                                <a:pt x="2117" y="3058"/>
                              </a:lnTo>
                              <a:lnTo>
                                <a:pt x="2099" y="3058"/>
                              </a:lnTo>
                              <a:lnTo>
                                <a:pt x="956" y="3058"/>
                              </a:lnTo>
                              <a:lnTo>
                                <a:pt x="938" y="3058"/>
                              </a:lnTo>
                              <a:lnTo>
                                <a:pt x="919" y="3056"/>
                              </a:lnTo>
                              <a:lnTo>
                                <a:pt x="902" y="3054"/>
                              </a:lnTo>
                              <a:lnTo>
                                <a:pt x="885" y="3051"/>
                              </a:lnTo>
                              <a:lnTo>
                                <a:pt x="868" y="3046"/>
                              </a:lnTo>
                              <a:lnTo>
                                <a:pt x="850" y="3042"/>
                              </a:lnTo>
                              <a:lnTo>
                                <a:pt x="834" y="3036"/>
                              </a:lnTo>
                              <a:lnTo>
                                <a:pt x="818" y="3030"/>
                              </a:lnTo>
                              <a:lnTo>
                                <a:pt x="802" y="3023"/>
                              </a:lnTo>
                              <a:lnTo>
                                <a:pt x="787" y="3015"/>
                              </a:lnTo>
                              <a:lnTo>
                                <a:pt x="772" y="3007"/>
                              </a:lnTo>
                              <a:lnTo>
                                <a:pt x="758" y="2997"/>
                              </a:lnTo>
                              <a:lnTo>
                                <a:pt x="744" y="2988"/>
                              </a:lnTo>
                              <a:lnTo>
                                <a:pt x="730" y="2977"/>
                              </a:lnTo>
                              <a:lnTo>
                                <a:pt x="718" y="2966"/>
                              </a:lnTo>
                              <a:lnTo>
                                <a:pt x="705" y="2954"/>
                              </a:lnTo>
                              <a:lnTo>
                                <a:pt x="693" y="2941"/>
                              </a:lnTo>
                              <a:lnTo>
                                <a:pt x="682" y="2929"/>
                              </a:lnTo>
                              <a:lnTo>
                                <a:pt x="671" y="2915"/>
                              </a:lnTo>
                              <a:lnTo>
                                <a:pt x="661" y="2901"/>
                              </a:lnTo>
                              <a:lnTo>
                                <a:pt x="652" y="2887"/>
                              </a:lnTo>
                              <a:lnTo>
                                <a:pt x="643" y="2872"/>
                              </a:lnTo>
                              <a:lnTo>
                                <a:pt x="636" y="2856"/>
                              </a:lnTo>
                              <a:lnTo>
                                <a:pt x="628" y="2840"/>
                              </a:lnTo>
                              <a:lnTo>
                                <a:pt x="622" y="2825"/>
                              </a:lnTo>
                              <a:lnTo>
                                <a:pt x="617" y="2808"/>
                              </a:lnTo>
                              <a:lnTo>
                                <a:pt x="611" y="2791"/>
                              </a:lnTo>
                              <a:lnTo>
                                <a:pt x="607" y="2774"/>
                              </a:lnTo>
                              <a:lnTo>
                                <a:pt x="604" y="2756"/>
                              </a:lnTo>
                              <a:lnTo>
                                <a:pt x="602" y="2739"/>
                              </a:lnTo>
                              <a:lnTo>
                                <a:pt x="601" y="2721"/>
                              </a:lnTo>
                              <a:lnTo>
                                <a:pt x="600" y="2702"/>
                              </a:lnTo>
                              <a:lnTo>
                                <a:pt x="600" y="1693"/>
                              </a:lnTo>
                              <a:close/>
                              <a:moveTo>
                                <a:pt x="683" y="3727"/>
                              </a:moveTo>
                              <a:lnTo>
                                <a:pt x="683" y="3727"/>
                              </a:lnTo>
                              <a:lnTo>
                                <a:pt x="684" y="3714"/>
                              </a:lnTo>
                              <a:lnTo>
                                <a:pt x="686" y="3700"/>
                              </a:lnTo>
                              <a:lnTo>
                                <a:pt x="689" y="3689"/>
                              </a:lnTo>
                              <a:lnTo>
                                <a:pt x="693" y="3676"/>
                              </a:lnTo>
                              <a:lnTo>
                                <a:pt x="699" y="3666"/>
                              </a:lnTo>
                              <a:lnTo>
                                <a:pt x="705" y="3655"/>
                              </a:lnTo>
                              <a:lnTo>
                                <a:pt x="712" y="3645"/>
                              </a:lnTo>
                              <a:lnTo>
                                <a:pt x="721" y="3636"/>
                              </a:lnTo>
                              <a:lnTo>
                                <a:pt x="730" y="3628"/>
                              </a:lnTo>
                              <a:lnTo>
                                <a:pt x="740" y="3620"/>
                              </a:lnTo>
                              <a:lnTo>
                                <a:pt x="750" y="3614"/>
                              </a:lnTo>
                              <a:lnTo>
                                <a:pt x="762" y="3609"/>
                              </a:lnTo>
                              <a:lnTo>
                                <a:pt x="773" y="3604"/>
                              </a:lnTo>
                              <a:lnTo>
                                <a:pt x="786" y="3600"/>
                              </a:lnTo>
                              <a:lnTo>
                                <a:pt x="799" y="3599"/>
                              </a:lnTo>
                              <a:lnTo>
                                <a:pt x="812" y="3598"/>
                              </a:lnTo>
                              <a:lnTo>
                                <a:pt x="1224" y="3598"/>
                              </a:lnTo>
                              <a:lnTo>
                                <a:pt x="1237" y="3599"/>
                              </a:lnTo>
                              <a:lnTo>
                                <a:pt x="1251" y="3600"/>
                              </a:lnTo>
                              <a:lnTo>
                                <a:pt x="1262" y="3604"/>
                              </a:lnTo>
                              <a:lnTo>
                                <a:pt x="1274" y="3609"/>
                              </a:lnTo>
                              <a:lnTo>
                                <a:pt x="1285" y="3614"/>
                              </a:lnTo>
                              <a:lnTo>
                                <a:pt x="1296" y="3620"/>
                              </a:lnTo>
                              <a:lnTo>
                                <a:pt x="1306" y="3628"/>
                              </a:lnTo>
                              <a:lnTo>
                                <a:pt x="1315" y="3636"/>
                              </a:lnTo>
                              <a:lnTo>
                                <a:pt x="1323" y="3645"/>
                              </a:lnTo>
                              <a:lnTo>
                                <a:pt x="1331" y="3655"/>
                              </a:lnTo>
                              <a:lnTo>
                                <a:pt x="1337" y="3666"/>
                              </a:lnTo>
                              <a:lnTo>
                                <a:pt x="1343" y="3676"/>
                              </a:lnTo>
                              <a:lnTo>
                                <a:pt x="1347" y="3689"/>
                              </a:lnTo>
                              <a:lnTo>
                                <a:pt x="1350" y="3700"/>
                              </a:lnTo>
                              <a:lnTo>
                                <a:pt x="1353" y="3714"/>
                              </a:lnTo>
                              <a:lnTo>
                                <a:pt x="1353" y="3727"/>
                              </a:lnTo>
                              <a:lnTo>
                                <a:pt x="1353" y="4091"/>
                              </a:lnTo>
                              <a:lnTo>
                                <a:pt x="1353" y="4104"/>
                              </a:lnTo>
                              <a:lnTo>
                                <a:pt x="1350" y="4116"/>
                              </a:lnTo>
                              <a:lnTo>
                                <a:pt x="1347" y="4129"/>
                              </a:lnTo>
                              <a:lnTo>
                                <a:pt x="1343" y="4141"/>
                              </a:lnTo>
                              <a:lnTo>
                                <a:pt x="1337" y="4152"/>
                              </a:lnTo>
                              <a:lnTo>
                                <a:pt x="1331" y="4163"/>
                              </a:lnTo>
                              <a:lnTo>
                                <a:pt x="1323" y="4172"/>
                              </a:lnTo>
                              <a:lnTo>
                                <a:pt x="1315" y="4182"/>
                              </a:lnTo>
                              <a:lnTo>
                                <a:pt x="1306" y="4190"/>
                              </a:lnTo>
                              <a:lnTo>
                                <a:pt x="1296" y="4197"/>
                              </a:lnTo>
                              <a:lnTo>
                                <a:pt x="1285" y="4204"/>
                              </a:lnTo>
                              <a:lnTo>
                                <a:pt x="1274" y="4209"/>
                              </a:lnTo>
                              <a:lnTo>
                                <a:pt x="1262" y="4213"/>
                              </a:lnTo>
                              <a:lnTo>
                                <a:pt x="1251" y="4216"/>
                              </a:lnTo>
                              <a:lnTo>
                                <a:pt x="1237" y="4218"/>
                              </a:lnTo>
                              <a:lnTo>
                                <a:pt x="1224" y="4219"/>
                              </a:lnTo>
                              <a:lnTo>
                                <a:pt x="812" y="4219"/>
                              </a:lnTo>
                              <a:lnTo>
                                <a:pt x="799" y="4218"/>
                              </a:lnTo>
                              <a:lnTo>
                                <a:pt x="786" y="4216"/>
                              </a:lnTo>
                              <a:lnTo>
                                <a:pt x="773" y="4213"/>
                              </a:lnTo>
                              <a:lnTo>
                                <a:pt x="762" y="4209"/>
                              </a:lnTo>
                              <a:lnTo>
                                <a:pt x="750" y="4204"/>
                              </a:lnTo>
                              <a:lnTo>
                                <a:pt x="740" y="4197"/>
                              </a:lnTo>
                              <a:lnTo>
                                <a:pt x="730" y="4190"/>
                              </a:lnTo>
                              <a:lnTo>
                                <a:pt x="721" y="4182"/>
                              </a:lnTo>
                              <a:lnTo>
                                <a:pt x="712" y="4172"/>
                              </a:lnTo>
                              <a:lnTo>
                                <a:pt x="705" y="4163"/>
                              </a:lnTo>
                              <a:lnTo>
                                <a:pt x="699" y="4152"/>
                              </a:lnTo>
                              <a:lnTo>
                                <a:pt x="693" y="4141"/>
                              </a:lnTo>
                              <a:lnTo>
                                <a:pt x="689" y="4129"/>
                              </a:lnTo>
                              <a:lnTo>
                                <a:pt x="686" y="4116"/>
                              </a:lnTo>
                              <a:lnTo>
                                <a:pt x="684" y="4104"/>
                              </a:lnTo>
                              <a:lnTo>
                                <a:pt x="683" y="4091"/>
                              </a:lnTo>
                              <a:lnTo>
                                <a:pt x="683" y="3727"/>
                              </a:lnTo>
                              <a:close/>
                              <a:moveTo>
                                <a:pt x="1679" y="3727"/>
                              </a:moveTo>
                              <a:lnTo>
                                <a:pt x="1679" y="3727"/>
                              </a:lnTo>
                              <a:lnTo>
                                <a:pt x="1679" y="3714"/>
                              </a:lnTo>
                              <a:lnTo>
                                <a:pt x="1682" y="3700"/>
                              </a:lnTo>
                              <a:lnTo>
                                <a:pt x="1685" y="3689"/>
                              </a:lnTo>
                              <a:lnTo>
                                <a:pt x="1689" y="3676"/>
                              </a:lnTo>
                              <a:lnTo>
                                <a:pt x="1695" y="3666"/>
                              </a:lnTo>
                              <a:lnTo>
                                <a:pt x="1702" y="3655"/>
                              </a:lnTo>
                              <a:lnTo>
                                <a:pt x="1709" y="3645"/>
                              </a:lnTo>
                              <a:lnTo>
                                <a:pt x="1717" y="3636"/>
                              </a:lnTo>
                              <a:lnTo>
                                <a:pt x="1726" y="3628"/>
                              </a:lnTo>
                              <a:lnTo>
                                <a:pt x="1736" y="3620"/>
                              </a:lnTo>
                              <a:lnTo>
                                <a:pt x="1747" y="3614"/>
                              </a:lnTo>
                              <a:lnTo>
                                <a:pt x="1757" y="3609"/>
                              </a:lnTo>
                              <a:lnTo>
                                <a:pt x="1770" y="3604"/>
                              </a:lnTo>
                              <a:lnTo>
                                <a:pt x="1781" y="3600"/>
                              </a:lnTo>
                              <a:lnTo>
                                <a:pt x="1794" y="3599"/>
                              </a:lnTo>
                              <a:lnTo>
                                <a:pt x="1808" y="3598"/>
                              </a:lnTo>
                              <a:lnTo>
                                <a:pt x="2220" y="3598"/>
                              </a:lnTo>
                              <a:lnTo>
                                <a:pt x="2233" y="3599"/>
                              </a:lnTo>
                              <a:lnTo>
                                <a:pt x="2246" y="3600"/>
                              </a:lnTo>
                              <a:lnTo>
                                <a:pt x="2259" y="3604"/>
                              </a:lnTo>
                              <a:lnTo>
                                <a:pt x="2270" y="3609"/>
                              </a:lnTo>
                              <a:lnTo>
                                <a:pt x="2281" y="3614"/>
                              </a:lnTo>
                              <a:lnTo>
                                <a:pt x="2291" y="3620"/>
                              </a:lnTo>
                              <a:lnTo>
                                <a:pt x="2302" y="3628"/>
                              </a:lnTo>
                              <a:lnTo>
                                <a:pt x="2311" y="3636"/>
                              </a:lnTo>
                              <a:lnTo>
                                <a:pt x="2319" y="3645"/>
                              </a:lnTo>
                              <a:lnTo>
                                <a:pt x="2327" y="3655"/>
                              </a:lnTo>
                              <a:lnTo>
                                <a:pt x="2333" y="3666"/>
                              </a:lnTo>
                              <a:lnTo>
                                <a:pt x="2339" y="3676"/>
                              </a:lnTo>
                              <a:lnTo>
                                <a:pt x="2343" y="3689"/>
                              </a:lnTo>
                              <a:lnTo>
                                <a:pt x="2346" y="3700"/>
                              </a:lnTo>
                              <a:lnTo>
                                <a:pt x="2348" y="3714"/>
                              </a:lnTo>
                              <a:lnTo>
                                <a:pt x="2348" y="3727"/>
                              </a:lnTo>
                              <a:lnTo>
                                <a:pt x="2348" y="4091"/>
                              </a:lnTo>
                              <a:lnTo>
                                <a:pt x="2348" y="4104"/>
                              </a:lnTo>
                              <a:lnTo>
                                <a:pt x="2346" y="4116"/>
                              </a:lnTo>
                              <a:lnTo>
                                <a:pt x="2343" y="4129"/>
                              </a:lnTo>
                              <a:lnTo>
                                <a:pt x="2339" y="4141"/>
                              </a:lnTo>
                              <a:lnTo>
                                <a:pt x="2333" y="4152"/>
                              </a:lnTo>
                              <a:lnTo>
                                <a:pt x="2327" y="4163"/>
                              </a:lnTo>
                              <a:lnTo>
                                <a:pt x="2319" y="4172"/>
                              </a:lnTo>
                              <a:lnTo>
                                <a:pt x="2311" y="4182"/>
                              </a:lnTo>
                              <a:lnTo>
                                <a:pt x="2302" y="4190"/>
                              </a:lnTo>
                              <a:lnTo>
                                <a:pt x="2291" y="4197"/>
                              </a:lnTo>
                              <a:lnTo>
                                <a:pt x="2281" y="4204"/>
                              </a:lnTo>
                              <a:lnTo>
                                <a:pt x="2270" y="4209"/>
                              </a:lnTo>
                              <a:lnTo>
                                <a:pt x="2259" y="4213"/>
                              </a:lnTo>
                              <a:lnTo>
                                <a:pt x="2246" y="4216"/>
                              </a:lnTo>
                              <a:lnTo>
                                <a:pt x="2233" y="4218"/>
                              </a:lnTo>
                              <a:lnTo>
                                <a:pt x="2220" y="4219"/>
                              </a:lnTo>
                              <a:lnTo>
                                <a:pt x="1808" y="4219"/>
                              </a:lnTo>
                              <a:lnTo>
                                <a:pt x="1794" y="4218"/>
                              </a:lnTo>
                              <a:lnTo>
                                <a:pt x="1781" y="4216"/>
                              </a:lnTo>
                              <a:lnTo>
                                <a:pt x="1770" y="4213"/>
                              </a:lnTo>
                              <a:lnTo>
                                <a:pt x="1757" y="4209"/>
                              </a:lnTo>
                              <a:lnTo>
                                <a:pt x="1747" y="4204"/>
                              </a:lnTo>
                              <a:lnTo>
                                <a:pt x="1736" y="4197"/>
                              </a:lnTo>
                              <a:lnTo>
                                <a:pt x="1726" y="4190"/>
                              </a:lnTo>
                              <a:lnTo>
                                <a:pt x="1717" y="4182"/>
                              </a:lnTo>
                              <a:lnTo>
                                <a:pt x="1709" y="4172"/>
                              </a:lnTo>
                              <a:lnTo>
                                <a:pt x="1702" y="4163"/>
                              </a:lnTo>
                              <a:lnTo>
                                <a:pt x="1695" y="4152"/>
                              </a:lnTo>
                              <a:lnTo>
                                <a:pt x="1689" y="4141"/>
                              </a:lnTo>
                              <a:lnTo>
                                <a:pt x="1685" y="4129"/>
                              </a:lnTo>
                              <a:lnTo>
                                <a:pt x="1682" y="4116"/>
                              </a:lnTo>
                              <a:lnTo>
                                <a:pt x="1679" y="4104"/>
                              </a:lnTo>
                              <a:lnTo>
                                <a:pt x="1679" y="4091"/>
                              </a:lnTo>
                              <a:lnTo>
                                <a:pt x="1679" y="3727"/>
                              </a:lnTo>
                              <a:close/>
                              <a:moveTo>
                                <a:pt x="683" y="4662"/>
                              </a:moveTo>
                              <a:lnTo>
                                <a:pt x="683" y="4662"/>
                              </a:lnTo>
                              <a:lnTo>
                                <a:pt x="684" y="4648"/>
                              </a:lnTo>
                              <a:lnTo>
                                <a:pt x="686" y="4636"/>
                              </a:lnTo>
                              <a:lnTo>
                                <a:pt x="689" y="4624"/>
                              </a:lnTo>
                              <a:lnTo>
                                <a:pt x="693" y="4611"/>
                              </a:lnTo>
                              <a:lnTo>
                                <a:pt x="699" y="4601"/>
                              </a:lnTo>
                              <a:lnTo>
                                <a:pt x="705" y="4590"/>
                              </a:lnTo>
                              <a:lnTo>
                                <a:pt x="712" y="4580"/>
                              </a:lnTo>
                              <a:lnTo>
                                <a:pt x="721" y="4572"/>
                              </a:lnTo>
                              <a:lnTo>
                                <a:pt x="730" y="4563"/>
                              </a:lnTo>
                              <a:lnTo>
                                <a:pt x="740" y="4556"/>
                              </a:lnTo>
                              <a:lnTo>
                                <a:pt x="750" y="4548"/>
                              </a:lnTo>
                              <a:lnTo>
                                <a:pt x="762" y="4543"/>
                              </a:lnTo>
                              <a:lnTo>
                                <a:pt x="773" y="4539"/>
                              </a:lnTo>
                              <a:lnTo>
                                <a:pt x="786" y="4536"/>
                              </a:lnTo>
                              <a:lnTo>
                                <a:pt x="799" y="4534"/>
                              </a:lnTo>
                              <a:lnTo>
                                <a:pt x="812" y="4534"/>
                              </a:lnTo>
                              <a:lnTo>
                                <a:pt x="1224" y="4534"/>
                              </a:lnTo>
                              <a:lnTo>
                                <a:pt x="1237" y="4534"/>
                              </a:lnTo>
                              <a:lnTo>
                                <a:pt x="1251" y="4536"/>
                              </a:lnTo>
                              <a:lnTo>
                                <a:pt x="1262" y="4539"/>
                              </a:lnTo>
                              <a:lnTo>
                                <a:pt x="1274" y="4543"/>
                              </a:lnTo>
                              <a:lnTo>
                                <a:pt x="1285" y="4548"/>
                              </a:lnTo>
                              <a:lnTo>
                                <a:pt x="1296" y="4556"/>
                              </a:lnTo>
                              <a:lnTo>
                                <a:pt x="1306" y="4563"/>
                              </a:lnTo>
                              <a:lnTo>
                                <a:pt x="1315" y="4572"/>
                              </a:lnTo>
                              <a:lnTo>
                                <a:pt x="1323" y="4580"/>
                              </a:lnTo>
                              <a:lnTo>
                                <a:pt x="1331" y="4590"/>
                              </a:lnTo>
                              <a:lnTo>
                                <a:pt x="1337" y="4601"/>
                              </a:lnTo>
                              <a:lnTo>
                                <a:pt x="1343" y="4611"/>
                              </a:lnTo>
                              <a:lnTo>
                                <a:pt x="1347" y="4624"/>
                              </a:lnTo>
                              <a:lnTo>
                                <a:pt x="1350" y="4636"/>
                              </a:lnTo>
                              <a:lnTo>
                                <a:pt x="1353" y="4648"/>
                              </a:lnTo>
                              <a:lnTo>
                                <a:pt x="1353" y="4662"/>
                              </a:lnTo>
                              <a:lnTo>
                                <a:pt x="1353" y="5026"/>
                              </a:lnTo>
                              <a:lnTo>
                                <a:pt x="1353" y="5039"/>
                              </a:lnTo>
                              <a:lnTo>
                                <a:pt x="1350" y="5052"/>
                              </a:lnTo>
                              <a:lnTo>
                                <a:pt x="1347" y="5064"/>
                              </a:lnTo>
                              <a:lnTo>
                                <a:pt x="1343" y="5076"/>
                              </a:lnTo>
                              <a:lnTo>
                                <a:pt x="1337" y="5088"/>
                              </a:lnTo>
                              <a:lnTo>
                                <a:pt x="1331" y="5098"/>
                              </a:lnTo>
                              <a:lnTo>
                                <a:pt x="1323" y="5108"/>
                              </a:lnTo>
                              <a:lnTo>
                                <a:pt x="1315" y="5117"/>
                              </a:lnTo>
                              <a:lnTo>
                                <a:pt x="1306" y="5125"/>
                              </a:lnTo>
                              <a:lnTo>
                                <a:pt x="1296" y="5133"/>
                              </a:lnTo>
                              <a:lnTo>
                                <a:pt x="1285" y="5139"/>
                              </a:lnTo>
                              <a:lnTo>
                                <a:pt x="1274" y="5144"/>
                              </a:lnTo>
                              <a:lnTo>
                                <a:pt x="1262" y="5149"/>
                              </a:lnTo>
                              <a:lnTo>
                                <a:pt x="1251" y="5152"/>
                              </a:lnTo>
                              <a:lnTo>
                                <a:pt x="1237" y="5154"/>
                              </a:lnTo>
                              <a:lnTo>
                                <a:pt x="1224" y="5155"/>
                              </a:lnTo>
                              <a:lnTo>
                                <a:pt x="812" y="5155"/>
                              </a:lnTo>
                              <a:lnTo>
                                <a:pt x="799" y="5154"/>
                              </a:lnTo>
                              <a:lnTo>
                                <a:pt x="786" y="5152"/>
                              </a:lnTo>
                              <a:lnTo>
                                <a:pt x="773" y="5149"/>
                              </a:lnTo>
                              <a:lnTo>
                                <a:pt x="762" y="5144"/>
                              </a:lnTo>
                              <a:lnTo>
                                <a:pt x="750" y="5139"/>
                              </a:lnTo>
                              <a:lnTo>
                                <a:pt x="740" y="5133"/>
                              </a:lnTo>
                              <a:lnTo>
                                <a:pt x="730" y="5125"/>
                              </a:lnTo>
                              <a:lnTo>
                                <a:pt x="721" y="5117"/>
                              </a:lnTo>
                              <a:lnTo>
                                <a:pt x="712" y="5108"/>
                              </a:lnTo>
                              <a:lnTo>
                                <a:pt x="705" y="5098"/>
                              </a:lnTo>
                              <a:lnTo>
                                <a:pt x="699" y="5088"/>
                              </a:lnTo>
                              <a:lnTo>
                                <a:pt x="693" y="5076"/>
                              </a:lnTo>
                              <a:lnTo>
                                <a:pt x="689" y="5064"/>
                              </a:lnTo>
                              <a:lnTo>
                                <a:pt x="686" y="5052"/>
                              </a:lnTo>
                              <a:lnTo>
                                <a:pt x="684" y="5039"/>
                              </a:lnTo>
                              <a:lnTo>
                                <a:pt x="683" y="5026"/>
                              </a:lnTo>
                              <a:lnTo>
                                <a:pt x="683" y="4662"/>
                              </a:lnTo>
                              <a:close/>
                              <a:moveTo>
                                <a:pt x="1679" y="4662"/>
                              </a:moveTo>
                              <a:lnTo>
                                <a:pt x="1679" y="4662"/>
                              </a:lnTo>
                              <a:lnTo>
                                <a:pt x="1679" y="4648"/>
                              </a:lnTo>
                              <a:lnTo>
                                <a:pt x="1682" y="4636"/>
                              </a:lnTo>
                              <a:lnTo>
                                <a:pt x="1685" y="4624"/>
                              </a:lnTo>
                              <a:lnTo>
                                <a:pt x="1689" y="4611"/>
                              </a:lnTo>
                              <a:lnTo>
                                <a:pt x="1695" y="4601"/>
                              </a:lnTo>
                              <a:lnTo>
                                <a:pt x="1702" y="4590"/>
                              </a:lnTo>
                              <a:lnTo>
                                <a:pt x="1709" y="4580"/>
                              </a:lnTo>
                              <a:lnTo>
                                <a:pt x="1717" y="4572"/>
                              </a:lnTo>
                              <a:lnTo>
                                <a:pt x="1726" y="4563"/>
                              </a:lnTo>
                              <a:lnTo>
                                <a:pt x="1736" y="4556"/>
                              </a:lnTo>
                              <a:lnTo>
                                <a:pt x="1747" y="4548"/>
                              </a:lnTo>
                              <a:lnTo>
                                <a:pt x="1757" y="4543"/>
                              </a:lnTo>
                              <a:lnTo>
                                <a:pt x="1770" y="4539"/>
                              </a:lnTo>
                              <a:lnTo>
                                <a:pt x="1781" y="4536"/>
                              </a:lnTo>
                              <a:lnTo>
                                <a:pt x="1794" y="4534"/>
                              </a:lnTo>
                              <a:lnTo>
                                <a:pt x="1808" y="4534"/>
                              </a:lnTo>
                              <a:lnTo>
                                <a:pt x="2220" y="4534"/>
                              </a:lnTo>
                              <a:lnTo>
                                <a:pt x="2233" y="4534"/>
                              </a:lnTo>
                              <a:lnTo>
                                <a:pt x="2246" y="4536"/>
                              </a:lnTo>
                              <a:lnTo>
                                <a:pt x="2259" y="4539"/>
                              </a:lnTo>
                              <a:lnTo>
                                <a:pt x="2270" y="4543"/>
                              </a:lnTo>
                              <a:lnTo>
                                <a:pt x="2281" y="4548"/>
                              </a:lnTo>
                              <a:lnTo>
                                <a:pt x="2291" y="4556"/>
                              </a:lnTo>
                              <a:lnTo>
                                <a:pt x="2302" y="4563"/>
                              </a:lnTo>
                              <a:lnTo>
                                <a:pt x="2311" y="4572"/>
                              </a:lnTo>
                              <a:lnTo>
                                <a:pt x="2319" y="4580"/>
                              </a:lnTo>
                              <a:lnTo>
                                <a:pt x="2327" y="4590"/>
                              </a:lnTo>
                              <a:lnTo>
                                <a:pt x="2333" y="4601"/>
                              </a:lnTo>
                              <a:lnTo>
                                <a:pt x="2339" y="4611"/>
                              </a:lnTo>
                              <a:lnTo>
                                <a:pt x="2343" y="4624"/>
                              </a:lnTo>
                              <a:lnTo>
                                <a:pt x="2346" y="4636"/>
                              </a:lnTo>
                              <a:lnTo>
                                <a:pt x="2348" y="4648"/>
                              </a:lnTo>
                              <a:lnTo>
                                <a:pt x="2348" y="4662"/>
                              </a:lnTo>
                              <a:lnTo>
                                <a:pt x="2348" y="5026"/>
                              </a:lnTo>
                              <a:lnTo>
                                <a:pt x="2348" y="5039"/>
                              </a:lnTo>
                              <a:lnTo>
                                <a:pt x="2346" y="5052"/>
                              </a:lnTo>
                              <a:lnTo>
                                <a:pt x="2343" y="5064"/>
                              </a:lnTo>
                              <a:lnTo>
                                <a:pt x="2339" y="5076"/>
                              </a:lnTo>
                              <a:lnTo>
                                <a:pt x="2333" y="5088"/>
                              </a:lnTo>
                              <a:lnTo>
                                <a:pt x="2327" y="5098"/>
                              </a:lnTo>
                              <a:lnTo>
                                <a:pt x="2319" y="5108"/>
                              </a:lnTo>
                              <a:lnTo>
                                <a:pt x="2311" y="5117"/>
                              </a:lnTo>
                              <a:lnTo>
                                <a:pt x="2302" y="5125"/>
                              </a:lnTo>
                              <a:lnTo>
                                <a:pt x="2291" y="5133"/>
                              </a:lnTo>
                              <a:lnTo>
                                <a:pt x="2281" y="5139"/>
                              </a:lnTo>
                              <a:lnTo>
                                <a:pt x="2270" y="5144"/>
                              </a:lnTo>
                              <a:lnTo>
                                <a:pt x="2259" y="5149"/>
                              </a:lnTo>
                              <a:lnTo>
                                <a:pt x="2246" y="5152"/>
                              </a:lnTo>
                              <a:lnTo>
                                <a:pt x="2233" y="5154"/>
                              </a:lnTo>
                              <a:lnTo>
                                <a:pt x="2220" y="5155"/>
                              </a:lnTo>
                              <a:lnTo>
                                <a:pt x="1808" y="5155"/>
                              </a:lnTo>
                              <a:lnTo>
                                <a:pt x="1794" y="5154"/>
                              </a:lnTo>
                              <a:lnTo>
                                <a:pt x="1781" y="5152"/>
                              </a:lnTo>
                              <a:lnTo>
                                <a:pt x="1770" y="5149"/>
                              </a:lnTo>
                              <a:lnTo>
                                <a:pt x="1757" y="5144"/>
                              </a:lnTo>
                              <a:lnTo>
                                <a:pt x="1747" y="5139"/>
                              </a:lnTo>
                              <a:lnTo>
                                <a:pt x="1736" y="5133"/>
                              </a:lnTo>
                              <a:lnTo>
                                <a:pt x="1726" y="5125"/>
                              </a:lnTo>
                              <a:lnTo>
                                <a:pt x="1717" y="5117"/>
                              </a:lnTo>
                              <a:lnTo>
                                <a:pt x="1709" y="5108"/>
                              </a:lnTo>
                              <a:lnTo>
                                <a:pt x="1702" y="5098"/>
                              </a:lnTo>
                              <a:lnTo>
                                <a:pt x="1695" y="5088"/>
                              </a:lnTo>
                              <a:lnTo>
                                <a:pt x="1689" y="5076"/>
                              </a:lnTo>
                              <a:lnTo>
                                <a:pt x="1685" y="5064"/>
                              </a:lnTo>
                              <a:lnTo>
                                <a:pt x="1682" y="5052"/>
                              </a:lnTo>
                              <a:lnTo>
                                <a:pt x="1679" y="5039"/>
                              </a:lnTo>
                              <a:lnTo>
                                <a:pt x="1679" y="5026"/>
                              </a:lnTo>
                              <a:lnTo>
                                <a:pt x="1679" y="46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46244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手机" o:spid="_x0000_s1026" o:spt="100" style="position:absolute;left:0pt;margin-left:86.3pt;margin-top:569.55pt;height:16.95pt;width:9.2pt;z-index:251899904;v-text-anchor:middle;mso-width-relative:page;mso-height-relative:page;" fillcolor="#746244" filled="t" stroked="f" coordsize="3056,5968" o:gfxdata="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" path="m2407,725l2407,239,2406,215,2403,191,2396,168,2388,147,2379,126,2366,106,2352,87,2338,70,2320,54,2302,40,2282,29,2261,18,2239,11,2217,5,2192,2,2168,0,2144,2,2120,5,2097,11,2075,18,2054,29,2035,40,2016,54,1999,70,1983,87,1970,106,1958,126,1948,147,1940,168,1934,191,1931,215,1930,239,1930,689,887,689,841,690,795,693,751,700,708,707,665,716,623,729,582,743,541,758,502,776,464,796,426,817,391,840,356,866,322,892,290,919,259,949,230,979,203,1012,176,1045,151,1080,128,1116,107,1153,87,1191,69,1230,53,1270,40,1312,27,1354,18,1396,9,1440,4,1485,1,1530,0,1575,0,5081,1,5128,4,5172,9,5217,18,5260,27,5303,40,5345,53,5386,69,5426,87,5466,107,5504,128,5541,151,5577,176,5612,203,5646,230,5677,259,5709,290,5737,322,5766,356,5792,391,5817,426,5840,464,5861,502,5880,541,5898,582,5914,623,5928,665,5940,708,5951,751,5958,795,5963,841,5967,887,5968,2168,5968,2214,5967,2259,5963,2303,5958,2347,5951,2390,5940,2432,5928,2473,5914,2513,5898,2553,5880,2591,5861,2628,5840,2664,5817,2699,5792,2733,5766,2764,5737,2795,5709,2824,5677,2853,5646,2879,5612,2904,5577,2926,5541,2948,5504,2967,5466,2985,5426,3001,5386,3016,5345,3027,5303,3038,5260,3045,5217,3050,5172,3054,5128,3056,5081,3056,1575,3054,1537,3052,1500,3048,1463,3043,1427,3036,1390,3027,1355,3018,1321,3006,1286,2993,1252,2980,1220,2965,1187,2948,1156,2930,1125,2913,1095,2893,1065,2872,1037,2848,1010,2825,983,2801,958,2776,933,2750,910,2723,887,2695,866,2666,846,2636,826,2606,808,2574,791,2543,775,2510,760,2476,748,2442,735,2407,725xm600,1693l600,1693,601,1675,602,1657,604,1639,607,1621,611,1604,617,1588,622,1571,628,1555,636,1539,643,1524,652,1509,661,1494,671,1480,682,1467,693,1454,705,1442,718,1430,730,1418,744,1408,758,1398,772,1389,787,1381,802,1372,818,1365,834,1359,850,1353,868,1348,885,1345,902,1342,919,1339,938,1337,956,1337,2099,1337,2117,1337,2136,1339,2154,1342,2170,1345,2188,1348,2205,1353,2221,1359,2238,1365,2253,1372,2268,1381,2284,1389,2298,1398,2312,1408,2325,1418,2339,1430,2350,1442,2363,1454,2373,1467,2384,1480,2394,1494,2404,1509,2412,1524,2420,1539,2427,1555,2433,1571,2438,1588,2444,1604,2448,1621,2451,1639,2453,1657,2454,1675,2455,1693,2455,2702,2454,2721,2453,2739,2451,2756,2448,2774,2444,2791,2438,2808,2433,2825,2427,2840,2420,2856,2412,2872,2404,2887,2394,2901,2384,2915,2373,2929,2363,2941,2350,2954,2339,2966,2325,2977,2312,2988,2298,2997,2284,3007,2268,3015,2253,3023,2238,3030,2221,3036,2205,3042,2188,3046,2170,3051,2154,3054,2136,3056,2117,3058,2099,3058,956,3058,938,3058,919,3056,902,3054,885,3051,868,3046,850,3042,834,3036,818,3030,802,3023,787,3015,772,3007,758,2997,744,2988,730,2977,718,2966,705,2954,693,2941,682,2929,671,2915,661,2901,652,2887,643,2872,636,2856,628,2840,622,2825,617,2808,611,2791,607,2774,604,2756,602,2739,601,2721,600,2702,600,1693xm683,3727l683,3727,684,3714,686,3700,689,3689,693,3676,699,3666,705,3655,712,3645,721,3636,730,3628,740,3620,750,3614,762,3609,773,3604,786,3600,799,3599,812,3598,1224,3598,1237,3599,1251,3600,1262,3604,1274,3609,1285,3614,1296,3620,1306,3628,1315,3636,1323,3645,1331,3655,1337,3666,1343,3676,1347,3689,1350,3700,1353,3714,1353,3727,1353,4091,1353,4104,1350,4116,1347,4129,1343,4141,1337,4152,1331,4163,1323,4172,1315,4182,1306,4190,1296,4197,1285,4204,1274,4209,1262,4213,1251,4216,1237,4218,1224,4219,812,4219,799,4218,786,4216,773,4213,762,4209,750,4204,740,4197,730,4190,721,4182,712,4172,705,4163,699,4152,693,4141,689,4129,686,4116,684,4104,683,4091,683,3727xm1679,3727l1679,3727,1679,3714,1682,3700,1685,3689,1689,3676,1695,3666,1702,3655,1709,3645,1717,3636,1726,3628,1736,3620,1747,3614,1757,3609,1770,3604,1781,3600,1794,3599,1808,3598,2220,3598,2233,3599,2246,3600,2259,3604,2270,3609,2281,3614,2291,3620,2302,3628,2311,3636,2319,3645,2327,3655,2333,3666,2339,3676,2343,3689,2346,3700,2348,3714,2348,3727,2348,4091,2348,4104,2346,4116,2343,4129,2339,4141,2333,4152,2327,4163,2319,4172,2311,4182,2302,4190,2291,4197,2281,4204,2270,4209,2259,4213,2246,4216,2233,4218,2220,4219,1808,4219,1794,4218,1781,4216,1770,4213,1757,4209,1747,4204,1736,4197,1726,4190,1717,4182,1709,4172,1702,4163,1695,4152,1689,4141,1685,4129,1682,4116,1679,4104,1679,4091,1679,3727xm683,4662l683,4662,684,4648,686,4636,689,4624,693,4611,699,4601,705,4590,712,4580,721,4572,730,4563,740,4556,750,4548,762,4543,773,4539,786,4536,799,4534,812,4534,1224,4534,1237,4534,1251,4536,1262,4539,1274,4543,1285,4548,1296,4556,1306,4563,1315,4572,1323,4580,1331,4590,1337,4601,1343,4611,1347,4624,1350,4636,1353,4648,1353,4662,1353,5026,1353,5039,1350,5052,1347,5064,1343,5076,1337,5088,1331,5098,1323,5108,1315,5117,1306,5125,1296,5133,1285,5139,1274,5144,1262,5149,1251,5152,1237,5154,1224,5155,812,5155,799,5154,786,5152,773,5149,762,5144,750,5139,740,5133,730,5125,721,5117,712,5108,705,5098,699,5088,693,5076,689,5064,686,5052,684,5039,683,5026,683,4662xm1679,4662l1679,4662,1679,4648,1682,4636,1685,4624,1689,4611,1695,4601,1702,4590,1709,4580,1717,4572,1726,4563,1736,4556,1747,4548,1757,4543,1770,4539,1781,4536,1794,4534,1808,4534,2220,4534,2233,4534,2246,4536,2259,4539,2270,4543,2281,4548,2291,4556,2302,4563,2311,4572,2319,4580,2327,4590,2333,4601,2339,4611,2343,4624,2346,4636,2348,4648,2348,4662,2348,5026,2348,5039,2346,5052,2343,5064,2339,5076,2333,5088,2327,5098,2319,5108,2311,5117,2302,5125,2291,5133,2281,5139,2270,5144,2259,5149,2246,5152,2233,5154,2220,5155,1808,5155,1794,5154,1781,5152,1770,5149,1757,5144,1747,5139,1736,5133,1726,5125,1717,5117,1709,5108,1702,5098,1695,5088,1689,5076,1685,5064,1682,5052,1679,5039,1679,5026,1679,4662xe">
                <v:path o:connectlocs="28684946,1001696;26440899,0;24026104,1220424;10256839,7944389;5195480,9406589;1561090,12849170;12196,17615804;646405,62012190;3536818,66053459;8110324,68390714;28087364,68597972;32916955,66686701;36185493,62933271;37270927,18133912;36502597,14414999;34160942,11030022;30611927,8750334;7402976,18663525;8317662,16890439;9976323,15716040;25599353,15393683;27660493,15900285;29197191,17201289;29916736,19078004;29733791,32330148;28660553,34011148;26892163,35024351;11208114,35185547;9244544,34506243;7842005,33067019;7317602,31109724;8683551,41967044;14927877,41425888;16135275,41967044;16501164,47251785;15671853,48403136;9427489,48506764;8403036,47539623;20599014,42323955;21721037,41448936;27941009,41679206;28636161,42911137;28184935,48149817;22050338,48575838;20757566,47931089;8342054,53515174;9146973,52363824;15391337,52260195;16427986,53238843;16306023,58581152;15086429,59341036;8903085,59007137;8329858,53676371;20940511,52640119;27075070,52202628;28380038,52847377;28611768,58166673;27684886,59225901;21428326,59225901;20513640,58166673" o:connectangles="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w:rPr>
          <w:shd w:val="clear" w:color="FFFFFF" w:fill="D9D9D9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817880</wp:posOffset>
                </wp:positionH>
                <wp:positionV relativeFrom="paragraph">
                  <wp:posOffset>6689725</wp:posOffset>
                </wp:positionV>
                <wp:extent cx="3638550" cy="1800860"/>
                <wp:effectExtent l="0" t="0" r="0" b="0"/>
                <wp:wrapNone/>
                <wp:docPr id="21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18008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6"/>
                              <w:tblW w:w="5303" w:type="dxa"/>
                              <w:tblInd w:w="168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626"/>
                              <w:gridCol w:w="4677"/>
                            </w:tblGrid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626" w:type="dxa"/>
                                  <w:tcBorders>
                                    <w:top w:val="nil"/>
                                    <w:left w:val="nil"/>
                                    <w:bottom w:val="single" w:color="A4A4A4" w:themeColor="background1" w:themeShade="A5" w:sz="4" w:space="0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7" w:type="dxa"/>
                                  <w:tcBorders>
                                    <w:top w:val="nil"/>
                                    <w:left w:val="nil"/>
                                    <w:bottom w:val="single" w:color="A4A4A4" w:themeColor="background1" w:themeShade="A5" w:sz="4" w:space="0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  <w:t>姓名：</w:t>
                                  </w:r>
                                  <w:r>
                                    <w:rPr>
                                      <w:rFonts w:hint="eastAsia"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  <w:lang w:eastAsia="zh-CN"/>
                                    </w:rPr>
                                    <w:t>幸运日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626" w:type="dxa"/>
                                  <w:tcBorders>
                                    <w:top w:val="single" w:color="A4A4A4" w:themeColor="background1" w:themeShade="A5" w:sz="4" w:space="0"/>
                                    <w:left w:val="nil"/>
                                    <w:bottom w:val="single" w:color="A4A4A4" w:themeColor="background1" w:themeShade="A5" w:sz="4" w:space="0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7" w:type="dxa"/>
                                  <w:tcBorders>
                                    <w:top w:val="single" w:color="A4A4A4" w:themeColor="background1" w:themeShade="A5" w:sz="4" w:space="0"/>
                                    <w:left w:val="nil"/>
                                    <w:bottom w:val="single" w:color="A4A4A4" w:themeColor="background1" w:themeShade="A5" w:sz="4" w:space="0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  <w:t>电话：188-0000-0000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626" w:type="dxa"/>
                                  <w:tcBorders>
                                    <w:top w:val="single" w:color="A4A4A4" w:themeColor="background1" w:themeShade="A5" w:sz="4" w:space="0"/>
                                    <w:left w:val="nil"/>
                                    <w:bottom w:val="single" w:color="A4A4A4" w:themeColor="background1" w:themeShade="A5" w:sz="4" w:space="0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7" w:type="dxa"/>
                                  <w:tcBorders>
                                    <w:top w:val="single" w:color="A4A4A4" w:themeColor="background1" w:themeShade="A5" w:sz="4" w:space="0"/>
                                    <w:left w:val="nil"/>
                                    <w:bottom w:val="single" w:color="A4A4A4" w:themeColor="background1" w:themeShade="A5" w:sz="4" w:space="0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  <w:t>邮箱：</w:t>
                                  </w:r>
                                  <w:r>
                                    <w:rPr>
                                      <w:rFonts w:hint="eastAsia"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12345677</w:t>
                                  </w:r>
                                  <w:r>
                                    <w:rPr>
                                      <w:rFonts w:hint="eastAsia"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  <w:t>@gmail.com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626" w:type="dxa"/>
                                  <w:tcBorders>
                                    <w:top w:val="single" w:color="A4A4A4" w:themeColor="background1" w:themeShade="A5" w:sz="4" w:space="0"/>
                                    <w:left w:val="nil"/>
                                    <w:bottom w:val="single" w:color="A4A4A4" w:themeColor="background1" w:themeShade="A5" w:sz="4" w:space="0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7" w:type="dxa"/>
                                  <w:tcBorders>
                                    <w:top w:val="single" w:color="A4A4A4" w:themeColor="background1" w:themeShade="A5" w:sz="4" w:space="0"/>
                                    <w:left w:val="nil"/>
                                    <w:bottom w:val="single" w:color="A4A4A4" w:themeColor="background1" w:themeShade="A5" w:sz="4" w:space="0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幼圆" w:hAnsi="幼圆" w:eastAsia="幼圆" w:cs="幼圆"/>
                                      <w:color w:val="3F3F3F"/>
                                      <w:sz w:val="28"/>
                                      <w:szCs w:val="28"/>
                                    </w:rPr>
                                    <w:t>求职意向：美术主编类相关职位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jc w:val="left"/>
                              <w:rPr>
                                <w:rFonts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horz" wrap="square" lIns="91439" tIns="45719" rIns="91439" bIns="45719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26" o:spt="202" type="#_x0000_t202" style="position:absolute;left:0pt;margin-left:64.4pt;margin-top:526.75pt;height:141.8pt;width:286.5pt;z-index:251897856;mso-width-relative:page;mso-height-relative:page;" fillcolor="#FFFFFF" filled="t" stroked="f" coordsize="21600,21600" o:gfxdata="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3pjQraAAAADQEAAA8AAAAAAAAAAQAgAAAAIgAAAGRycy9kb3ducmV2LnhtbFBLAQIUABQAAAAI&#10;AIdO4kCstmDO6wEAAKsDAAAOAAAAAAAAAAEAIAAAACkBAABkcnMvZTJvRG9jLnhtbFBLBQYAAAAA&#10;BgAGAFkBAACGBQAAAAA=&#10;">
                <v:fill on="t" opacity="0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tbl>
                      <w:tblPr>
                        <w:tblStyle w:val="6"/>
                        <w:tblW w:w="5303" w:type="dxa"/>
                        <w:tblInd w:w="168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626"/>
                        <w:gridCol w:w="4677"/>
                      </w:tblGrid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626" w:type="dxa"/>
                            <w:tcBorders>
                              <w:top w:val="nil"/>
                              <w:left w:val="nil"/>
                              <w:bottom w:val="single" w:color="A4A4A4" w:themeColor="background1" w:themeShade="A5" w:sz="4" w:space="0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677" w:type="dxa"/>
                            <w:tcBorders>
                              <w:top w:val="nil"/>
                              <w:left w:val="nil"/>
                              <w:bottom w:val="single" w:color="A4A4A4" w:themeColor="background1" w:themeShade="A5" w:sz="4" w:space="0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幼圆" w:hAnsi="幼圆" w:eastAsia="幼圆" w:cs="幼圆"/>
                                <w:color w:val="3F3F3F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  <w:t>姓名：</w:t>
                            </w:r>
                            <w:r>
                              <w:rPr>
                                <w:rFonts w:hint="eastAsia" w:ascii="幼圆" w:hAnsi="幼圆" w:eastAsia="幼圆" w:cs="幼圆"/>
                                <w:color w:val="3F3F3F"/>
                                <w:sz w:val="28"/>
                                <w:szCs w:val="28"/>
                                <w:lang w:eastAsia="zh-CN"/>
                              </w:rPr>
                              <w:t>幸运日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626" w:type="dxa"/>
                            <w:tcBorders>
                              <w:top w:val="single" w:color="A4A4A4" w:themeColor="background1" w:themeShade="A5" w:sz="4" w:space="0"/>
                              <w:left w:val="nil"/>
                              <w:bottom w:val="single" w:color="A4A4A4" w:themeColor="background1" w:themeShade="A5" w:sz="4" w:space="0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677" w:type="dxa"/>
                            <w:tcBorders>
                              <w:top w:val="single" w:color="A4A4A4" w:themeColor="background1" w:themeShade="A5" w:sz="4" w:space="0"/>
                              <w:left w:val="nil"/>
                              <w:bottom w:val="single" w:color="A4A4A4" w:themeColor="background1" w:themeShade="A5" w:sz="4" w:space="0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  <w:t>电话：188-0000-0000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626" w:type="dxa"/>
                            <w:tcBorders>
                              <w:top w:val="single" w:color="A4A4A4" w:themeColor="background1" w:themeShade="A5" w:sz="4" w:space="0"/>
                              <w:left w:val="nil"/>
                              <w:bottom w:val="single" w:color="A4A4A4" w:themeColor="background1" w:themeShade="A5" w:sz="4" w:space="0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677" w:type="dxa"/>
                            <w:tcBorders>
                              <w:top w:val="single" w:color="A4A4A4" w:themeColor="background1" w:themeShade="A5" w:sz="4" w:space="0"/>
                              <w:left w:val="nil"/>
                              <w:bottom w:val="single" w:color="A4A4A4" w:themeColor="background1" w:themeShade="A5" w:sz="4" w:space="0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  <w:t>邮箱：</w:t>
                            </w:r>
                            <w:r>
                              <w:rPr>
                                <w:rFonts w:hint="eastAsia" w:ascii="幼圆" w:hAnsi="幼圆" w:eastAsia="幼圆" w:cs="幼圆"/>
                                <w:color w:val="3F3F3F"/>
                                <w:sz w:val="28"/>
                                <w:szCs w:val="28"/>
                                <w:lang w:val="en-US" w:eastAsia="zh-CN"/>
                              </w:rPr>
                              <w:t>12345677</w:t>
                            </w:r>
                            <w:r>
                              <w:rPr>
                                <w:rFonts w:hint="eastAsia"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  <w:t>@gmail.com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626" w:type="dxa"/>
                            <w:tcBorders>
                              <w:top w:val="single" w:color="A4A4A4" w:themeColor="background1" w:themeShade="A5" w:sz="4" w:space="0"/>
                              <w:left w:val="nil"/>
                              <w:bottom w:val="single" w:color="A4A4A4" w:themeColor="background1" w:themeShade="A5" w:sz="4" w:space="0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677" w:type="dxa"/>
                            <w:tcBorders>
                              <w:top w:val="single" w:color="A4A4A4" w:themeColor="background1" w:themeShade="A5" w:sz="4" w:space="0"/>
                              <w:left w:val="nil"/>
                              <w:bottom w:val="single" w:color="A4A4A4" w:themeColor="background1" w:themeShade="A5" w:sz="4" w:space="0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幼圆" w:hAnsi="幼圆" w:eastAsia="幼圆" w:cs="幼圆"/>
                                <w:color w:val="3F3F3F"/>
                                <w:sz w:val="28"/>
                                <w:szCs w:val="28"/>
                              </w:rPr>
                              <w:t>求职意向：美术主编类相关职位</w:t>
                            </w:r>
                          </w:p>
                        </w:tc>
                      </w:tr>
                    </w:tbl>
                    <w:p>
                      <w:pPr>
                        <w:jc w:val="left"/>
                        <w:rPr>
                          <w:rFonts w:ascii="幼圆" w:hAnsi="幼圆" w:eastAsia="幼圆" w:cs="幼圆"/>
                          <w:color w:val="3F3F3F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0A61A5"/>
    <w:rsid w:val="0046323D"/>
    <w:rsid w:val="00F26FF0"/>
    <w:rsid w:val="06371D1D"/>
    <w:rsid w:val="092D3545"/>
    <w:rsid w:val="0A3A163D"/>
    <w:rsid w:val="0EDA2988"/>
    <w:rsid w:val="15391BE0"/>
    <w:rsid w:val="1C6F3F16"/>
    <w:rsid w:val="1EF32FF2"/>
    <w:rsid w:val="20A326B4"/>
    <w:rsid w:val="281852CF"/>
    <w:rsid w:val="311D16D2"/>
    <w:rsid w:val="32D16F02"/>
    <w:rsid w:val="35B836F9"/>
    <w:rsid w:val="36137470"/>
    <w:rsid w:val="3ED57781"/>
    <w:rsid w:val="3FFE0AC2"/>
    <w:rsid w:val="43AB20C9"/>
    <w:rsid w:val="4A8F68EA"/>
    <w:rsid w:val="4B1D697F"/>
    <w:rsid w:val="57404AFB"/>
    <w:rsid w:val="6291235C"/>
    <w:rsid w:val="65EE5DFD"/>
    <w:rsid w:val="700A61A5"/>
    <w:rsid w:val="70225992"/>
    <w:rsid w:val="71290743"/>
    <w:rsid w:val="737F1BE1"/>
    <w:rsid w:val="78BE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&#40664;&#35748;\&#12304;&#31616;&#21382;&#22871;&#35013;&#12305;&#35774;&#35745;&#31616;&#21382;&#23567;&#28165;&#26032;&#25554;&#30011;&#31934;&#33268;&#31616;&#21382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【简历套装】设计简历小清新插画精致简历</Template>
  <Pages>1</Pages>
  <Words>1</Words>
  <Characters>9</Characters>
  <Lines>1</Lines>
  <Paragraphs>1</Paragraphs>
  <TotalTime>0</TotalTime>
  <ScaleCrop>false</ScaleCrop>
  <LinksUpToDate>false</LinksUpToDate>
  <CharactersWithSpaces>9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2017-05-08T16:15:00Z</dcterms:created>
  <dc:creator>Administrator</dc:creator>
  <cp:lastModifiedBy>WPS_1528193819</cp:lastModifiedBy>
  <cp:lastPrinted>2017-05-08T18:05:00Z</cp:lastPrinted>
  <dcterms:modified xsi:type="dcterms:W3CDTF">2018-07-26T05:49:39Z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